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C4DED" w14:textId="77777777" w:rsidR="003976CD" w:rsidRPr="00B1085F" w:rsidRDefault="003976CD" w:rsidP="000269B0">
      <w:pPr>
        <w:autoSpaceDE w:val="0"/>
        <w:autoSpaceDN w:val="0"/>
        <w:adjustRightInd w:val="0"/>
        <w:ind w:left="6804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28563F69" w14:textId="77777777" w:rsidR="00993D69" w:rsidRPr="00B1085F" w:rsidRDefault="00993D69" w:rsidP="000269B0">
      <w:pPr>
        <w:autoSpaceDE w:val="0"/>
        <w:autoSpaceDN w:val="0"/>
        <w:adjustRightInd w:val="0"/>
        <w:ind w:left="6804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0FCB6F79" w14:textId="77777777" w:rsidR="0073369E" w:rsidRPr="00B1085F" w:rsidRDefault="0073369E" w:rsidP="00B83528">
      <w:pPr>
        <w:autoSpaceDE w:val="0"/>
        <w:autoSpaceDN w:val="0"/>
        <w:adjustRightInd w:val="0"/>
        <w:ind w:left="5672" w:firstLine="709"/>
        <w:jc w:val="both"/>
        <w:rPr>
          <w:rFonts w:ascii="Garamond" w:hAnsi="Garamond" w:cs="Arial"/>
          <w:b/>
          <w:bCs/>
          <w:sz w:val="24"/>
          <w:szCs w:val="24"/>
        </w:rPr>
      </w:pPr>
      <w:r w:rsidRPr="00B1085F">
        <w:rPr>
          <w:rFonts w:ascii="Garamond" w:hAnsi="Garamond" w:cs="Arial"/>
          <w:b/>
          <w:bCs/>
          <w:sz w:val="24"/>
          <w:szCs w:val="24"/>
        </w:rPr>
        <w:t xml:space="preserve">Spett. le </w:t>
      </w:r>
    </w:p>
    <w:p w14:paraId="5C2F757F" w14:textId="2FB638AA" w:rsidR="00C9068D" w:rsidRDefault="00C9068D" w:rsidP="00C9068D">
      <w:pPr>
        <w:autoSpaceDE w:val="0"/>
        <w:autoSpaceDN w:val="0"/>
        <w:adjustRightInd w:val="0"/>
        <w:ind w:left="5672" w:firstLine="709"/>
        <w:jc w:val="both"/>
        <w:rPr>
          <w:rFonts w:ascii="Garamond" w:hAnsi="Garamond" w:cs="Arial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</w:rPr>
        <w:t>Ferrovie del Sud Est e S</w:t>
      </w:r>
      <w:r w:rsidR="002A71DC">
        <w:rPr>
          <w:rFonts w:ascii="Garamond" w:hAnsi="Garamond" w:cs="Arial"/>
          <w:b/>
          <w:bCs/>
          <w:sz w:val="24"/>
          <w:szCs w:val="24"/>
        </w:rPr>
        <w:t>.</w:t>
      </w:r>
      <w:r>
        <w:rPr>
          <w:rFonts w:ascii="Garamond" w:hAnsi="Garamond" w:cs="Arial"/>
          <w:b/>
          <w:bCs/>
          <w:sz w:val="24"/>
          <w:szCs w:val="24"/>
        </w:rPr>
        <w:t>A</w:t>
      </w:r>
      <w:r w:rsidR="002A71DC">
        <w:rPr>
          <w:rFonts w:ascii="Garamond" w:hAnsi="Garamond" w:cs="Arial"/>
          <w:b/>
          <w:bCs/>
          <w:sz w:val="24"/>
          <w:szCs w:val="24"/>
        </w:rPr>
        <w:t>.</w:t>
      </w:r>
      <w:r>
        <w:rPr>
          <w:rFonts w:ascii="Garamond" w:hAnsi="Garamond" w:cs="Arial"/>
          <w:b/>
          <w:bCs/>
          <w:sz w:val="24"/>
          <w:szCs w:val="24"/>
        </w:rPr>
        <w:t xml:space="preserve"> S.r.l.</w:t>
      </w:r>
    </w:p>
    <w:p w14:paraId="3ED9E290" w14:textId="37D3FA5E" w:rsidR="00C9068D" w:rsidRDefault="00C9068D" w:rsidP="00C9068D">
      <w:pPr>
        <w:autoSpaceDE w:val="0"/>
        <w:autoSpaceDN w:val="0"/>
        <w:adjustRightInd w:val="0"/>
        <w:ind w:left="5672" w:firstLine="709"/>
        <w:jc w:val="both"/>
        <w:rPr>
          <w:rFonts w:ascii="Garamond" w:hAnsi="Garamond" w:cs="Arial"/>
          <w:b/>
          <w:bCs/>
          <w:sz w:val="24"/>
          <w:szCs w:val="24"/>
        </w:rPr>
      </w:pPr>
      <w:proofErr w:type="spellStart"/>
      <w:r w:rsidRPr="00C9068D">
        <w:rPr>
          <w:rFonts w:ascii="Garamond" w:hAnsi="Garamond" w:cs="Arial"/>
          <w:b/>
          <w:bCs/>
          <w:sz w:val="24"/>
          <w:szCs w:val="24"/>
        </w:rPr>
        <w:t>pec</w:t>
      </w:r>
      <w:proofErr w:type="spellEnd"/>
      <w:r w:rsidR="00D8747E">
        <w:rPr>
          <w:rFonts w:ascii="Garamond" w:hAnsi="Garamond" w:cs="Arial"/>
          <w:b/>
          <w:bCs/>
          <w:sz w:val="24"/>
          <w:szCs w:val="24"/>
        </w:rPr>
        <w:t xml:space="preserve"> </w:t>
      </w:r>
      <w:hyperlink r:id="rId11" w:history="1">
        <w:r w:rsidR="00D8747E" w:rsidRPr="00DE0648">
          <w:rPr>
            <w:rStyle w:val="Collegamentoipertestuale"/>
            <w:rFonts w:ascii="Garamond" w:hAnsi="Garamond" w:cs="Arial"/>
            <w:b/>
            <w:bCs/>
            <w:sz w:val="24"/>
            <w:szCs w:val="24"/>
          </w:rPr>
          <w:t>contratti@pec.fseonline.it</w:t>
        </w:r>
      </w:hyperlink>
      <w:r w:rsidR="00D8747E">
        <w:rPr>
          <w:rFonts w:ascii="Garamond" w:hAnsi="Garamond" w:cs="Arial"/>
          <w:b/>
          <w:bCs/>
          <w:sz w:val="24"/>
          <w:szCs w:val="24"/>
        </w:rPr>
        <w:t xml:space="preserve"> </w:t>
      </w:r>
      <w:r>
        <w:rPr>
          <w:rFonts w:ascii="Garamond" w:hAnsi="Garamond" w:cs="Arial"/>
          <w:b/>
          <w:bCs/>
          <w:sz w:val="24"/>
          <w:szCs w:val="24"/>
        </w:rPr>
        <w:t xml:space="preserve"> </w:t>
      </w:r>
    </w:p>
    <w:p w14:paraId="4AEF7170" w14:textId="77777777" w:rsidR="00C9068D" w:rsidRDefault="00C9068D" w:rsidP="00C9068D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46663F54" w14:textId="1FFFA9DD" w:rsidR="00C9068D" w:rsidRDefault="00C9068D" w:rsidP="00C9068D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</w:rPr>
        <w:tab/>
      </w:r>
      <w:r>
        <w:rPr>
          <w:rFonts w:ascii="Garamond" w:hAnsi="Garamond" w:cs="Arial"/>
          <w:b/>
          <w:bCs/>
          <w:sz w:val="24"/>
          <w:szCs w:val="24"/>
        </w:rPr>
        <w:tab/>
      </w:r>
      <w:r>
        <w:rPr>
          <w:rFonts w:ascii="Garamond" w:hAnsi="Garamond" w:cs="Arial"/>
          <w:b/>
          <w:bCs/>
          <w:sz w:val="24"/>
          <w:szCs w:val="24"/>
        </w:rPr>
        <w:tab/>
      </w:r>
      <w:r>
        <w:rPr>
          <w:rFonts w:ascii="Garamond" w:hAnsi="Garamond" w:cs="Arial"/>
          <w:b/>
          <w:bCs/>
          <w:sz w:val="24"/>
          <w:szCs w:val="24"/>
        </w:rPr>
        <w:tab/>
      </w:r>
      <w:r>
        <w:rPr>
          <w:rFonts w:ascii="Garamond" w:hAnsi="Garamond" w:cs="Arial"/>
          <w:b/>
          <w:bCs/>
          <w:sz w:val="24"/>
          <w:szCs w:val="24"/>
        </w:rPr>
        <w:tab/>
      </w:r>
      <w:r>
        <w:rPr>
          <w:rFonts w:ascii="Garamond" w:hAnsi="Garamond" w:cs="Arial"/>
          <w:b/>
          <w:bCs/>
          <w:sz w:val="24"/>
          <w:szCs w:val="24"/>
        </w:rPr>
        <w:tab/>
      </w:r>
      <w:r>
        <w:rPr>
          <w:rFonts w:ascii="Garamond" w:hAnsi="Garamond" w:cs="Arial"/>
          <w:b/>
          <w:bCs/>
          <w:sz w:val="24"/>
          <w:szCs w:val="24"/>
        </w:rPr>
        <w:tab/>
      </w:r>
      <w:r>
        <w:rPr>
          <w:rFonts w:ascii="Garamond" w:hAnsi="Garamond" w:cs="Arial"/>
          <w:b/>
          <w:bCs/>
          <w:sz w:val="24"/>
          <w:szCs w:val="24"/>
        </w:rPr>
        <w:tab/>
      </w:r>
      <w:r>
        <w:rPr>
          <w:rFonts w:ascii="Garamond" w:hAnsi="Garamond" w:cs="Arial"/>
          <w:b/>
          <w:bCs/>
          <w:sz w:val="24"/>
          <w:szCs w:val="24"/>
        </w:rPr>
        <w:tab/>
      </w:r>
    </w:p>
    <w:p w14:paraId="7BD711D8" w14:textId="77777777" w:rsidR="00C9068D" w:rsidRDefault="00C9068D" w:rsidP="00C9068D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033D32D3" w14:textId="77777777" w:rsidR="00C9068D" w:rsidRDefault="00C9068D" w:rsidP="00C9068D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5DD34C41" w14:textId="03DA3EB2" w:rsidR="00D8747E" w:rsidRDefault="00D8747E" w:rsidP="00C9068D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</w:rPr>
        <w:t>Procedura di gara___________________________________</w:t>
      </w:r>
    </w:p>
    <w:p w14:paraId="0A801DA6" w14:textId="673C7D61" w:rsidR="0073369E" w:rsidRDefault="00C9068D" w:rsidP="00B83528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</w:rPr>
        <w:t>Al</w:t>
      </w:r>
      <w:r w:rsidR="00D8747E">
        <w:rPr>
          <w:rFonts w:ascii="Garamond" w:hAnsi="Garamond" w:cs="Arial"/>
          <w:b/>
          <w:bCs/>
          <w:sz w:val="24"/>
          <w:szCs w:val="24"/>
        </w:rPr>
        <w:t>la attenzione del</w:t>
      </w:r>
      <w:r>
        <w:rPr>
          <w:rFonts w:ascii="Garamond" w:hAnsi="Garamond" w:cs="Arial"/>
          <w:b/>
          <w:bCs/>
          <w:sz w:val="24"/>
          <w:szCs w:val="24"/>
        </w:rPr>
        <w:t xml:space="preserve"> </w:t>
      </w:r>
      <w:r w:rsidRPr="00C9068D">
        <w:rPr>
          <w:rFonts w:ascii="Garamond" w:hAnsi="Garamond" w:cs="Arial"/>
          <w:b/>
          <w:bCs/>
          <w:sz w:val="24"/>
          <w:szCs w:val="24"/>
        </w:rPr>
        <w:t xml:space="preserve">Responsabile del Procedimento per la fase di affidamento </w:t>
      </w:r>
      <w:r>
        <w:rPr>
          <w:rFonts w:ascii="Garamond" w:hAnsi="Garamond" w:cs="Arial"/>
          <w:b/>
          <w:bCs/>
          <w:sz w:val="24"/>
          <w:szCs w:val="24"/>
        </w:rPr>
        <w:t xml:space="preserve"> </w:t>
      </w:r>
    </w:p>
    <w:p w14:paraId="3623B50E" w14:textId="77777777" w:rsidR="00C93CD0" w:rsidRPr="00B1085F" w:rsidRDefault="00C93CD0" w:rsidP="00B83528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3719C947" w14:textId="77777777" w:rsidR="003976CD" w:rsidRPr="00B1085F" w:rsidRDefault="003976CD" w:rsidP="000269B0">
      <w:pPr>
        <w:tabs>
          <w:tab w:val="center" w:pos="4434"/>
          <w:tab w:val="left" w:pos="7515"/>
        </w:tabs>
        <w:autoSpaceDE w:val="0"/>
        <w:autoSpaceDN w:val="0"/>
        <w:adjustRightInd w:val="0"/>
        <w:spacing w:before="40" w:after="40"/>
        <w:ind w:right="98"/>
        <w:jc w:val="both"/>
        <w:rPr>
          <w:rFonts w:ascii="Garamond" w:hAnsi="Garamond" w:cs="Arial"/>
          <w:b/>
          <w:bCs/>
          <w:sz w:val="24"/>
          <w:szCs w:val="24"/>
        </w:rPr>
      </w:pPr>
    </w:p>
    <w:tbl>
      <w:tblPr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504"/>
        <w:gridCol w:w="157"/>
        <w:gridCol w:w="262"/>
        <w:gridCol w:w="18"/>
        <w:gridCol w:w="993"/>
        <w:gridCol w:w="425"/>
        <w:gridCol w:w="567"/>
        <w:gridCol w:w="283"/>
        <w:gridCol w:w="628"/>
        <w:gridCol w:w="14"/>
        <w:gridCol w:w="2181"/>
        <w:gridCol w:w="29"/>
        <w:gridCol w:w="380"/>
        <w:gridCol w:w="152"/>
        <w:gridCol w:w="431"/>
        <w:gridCol w:w="2516"/>
      </w:tblGrid>
      <w:tr w:rsidR="005F2210" w:rsidRPr="00B1085F" w14:paraId="35106207" w14:textId="77777777" w:rsidTr="00404619">
        <w:trPr>
          <w:trHeight w:val="20"/>
        </w:trPr>
        <w:tc>
          <w:tcPr>
            <w:tcW w:w="2389" w:type="dxa"/>
            <w:gridSpan w:val="6"/>
            <w:vAlign w:val="center"/>
          </w:tcPr>
          <w:p w14:paraId="734B6E19" w14:textId="77777777" w:rsidR="005F2210" w:rsidRPr="00B1085F" w:rsidRDefault="005F2210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Il/la sottoscritto/a </w:t>
            </w:r>
          </w:p>
        </w:tc>
        <w:tc>
          <w:tcPr>
            <w:tcW w:w="7606" w:type="dxa"/>
            <w:gridSpan w:val="11"/>
            <w:vAlign w:val="center"/>
          </w:tcPr>
          <w:p w14:paraId="2FCBB5F6" w14:textId="77777777" w:rsidR="005F2210" w:rsidRPr="00B1085F" w:rsidRDefault="005A3D32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57"/>
                  <w:enabled/>
                  <w:calcOnExit w:val="0"/>
                  <w:textInput/>
                </w:ffData>
              </w:fldChar>
            </w:r>
            <w:bookmarkStart w:id="0" w:name="Testo657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5F2210" w:rsidRPr="00B1085F" w14:paraId="0508F467" w14:textId="77777777" w:rsidTr="00404619">
        <w:trPr>
          <w:trHeight w:val="20"/>
        </w:trPr>
        <w:tc>
          <w:tcPr>
            <w:tcW w:w="1378" w:type="dxa"/>
            <w:gridSpan w:val="4"/>
            <w:vAlign w:val="center"/>
          </w:tcPr>
          <w:p w14:paraId="508D8135" w14:textId="77777777" w:rsidR="005F2210" w:rsidRPr="00B1085F" w:rsidRDefault="005F2210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Nato/a </w:t>
            </w:r>
            <w:proofErr w:type="spellStart"/>
            <w:r w:rsidRPr="00B1085F">
              <w:rPr>
                <w:rFonts w:ascii="Garamond" w:hAnsi="Garamond" w:cs="Arial"/>
                <w:b/>
                <w:sz w:val="24"/>
                <w:szCs w:val="24"/>
              </w:rPr>
              <w:t>a</w:t>
            </w:r>
            <w:proofErr w:type="spellEnd"/>
            <w:r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03" w:type="dxa"/>
            <w:gridSpan w:val="4"/>
            <w:vAlign w:val="center"/>
          </w:tcPr>
          <w:p w14:paraId="5FA29FD9" w14:textId="77777777" w:rsidR="005F2210" w:rsidRPr="00B1085F" w:rsidRDefault="005A3D32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58"/>
                  <w:enabled/>
                  <w:calcOnExit w:val="0"/>
                  <w:textInput/>
                </w:ffData>
              </w:fldChar>
            </w:r>
            <w:bookmarkStart w:id="1" w:name="Testo658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925" w:type="dxa"/>
            <w:gridSpan w:val="3"/>
            <w:vAlign w:val="center"/>
          </w:tcPr>
          <w:p w14:paraId="7CDB409D" w14:textId="77777777" w:rsidR="005F2210" w:rsidRPr="00B1085F" w:rsidRDefault="005F2210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>Prov.</w:t>
            </w:r>
            <w:r w:rsidR="00255106"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10" w:type="dxa"/>
            <w:gridSpan w:val="2"/>
            <w:vAlign w:val="center"/>
          </w:tcPr>
          <w:p w14:paraId="024ABFC0" w14:textId="77777777" w:rsidR="005F2210" w:rsidRPr="00B1085F" w:rsidRDefault="005F2210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>(</w:t>
            </w:r>
            <w:r w:rsidR="005A3D32"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59"/>
                  <w:enabled/>
                  <w:calcOnExit w:val="0"/>
                  <w:textInput/>
                </w:ffData>
              </w:fldChar>
            </w:r>
            <w:bookmarkStart w:id="2" w:name="Testo659"/>
            <w:r w:rsidR="005A3D32"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="005A3D32"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="005A3D32"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5A3D32"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2"/>
            <w:r w:rsidRPr="00B1085F">
              <w:rPr>
                <w:rFonts w:ascii="Garamond" w:hAnsi="Garamond" w:cs="Arial"/>
                <w:b/>
                <w:sz w:val="24"/>
                <w:szCs w:val="24"/>
              </w:rPr>
              <w:t>)</w:t>
            </w:r>
          </w:p>
        </w:tc>
        <w:tc>
          <w:tcPr>
            <w:tcW w:w="380" w:type="dxa"/>
            <w:vAlign w:val="center"/>
          </w:tcPr>
          <w:p w14:paraId="08AACDD8" w14:textId="77777777" w:rsidR="005F2210" w:rsidRPr="00B1085F" w:rsidRDefault="005F2210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>il</w:t>
            </w:r>
          </w:p>
        </w:tc>
        <w:tc>
          <w:tcPr>
            <w:tcW w:w="3099" w:type="dxa"/>
            <w:gridSpan w:val="3"/>
            <w:vAlign w:val="center"/>
          </w:tcPr>
          <w:p w14:paraId="1BA78794" w14:textId="77777777" w:rsidR="005F2210" w:rsidRPr="00B1085F" w:rsidRDefault="005A3D32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60"/>
                  <w:enabled/>
                  <w:calcOnExit w:val="0"/>
                  <w:textInput/>
                </w:ffData>
              </w:fldChar>
            </w:r>
            <w:bookmarkStart w:id="3" w:name="Testo660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3"/>
            <w:r w:rsidR="005F2210" w:rsidRPr="00B1085F">
              <w:rPr>
                <w:rFonts w:ascii="Garamond" w:hAnsi="Garamond" w:cs="Arial"/>
                <w:b/>
                <w:sz w:val="24"/>
                <w:szCs w:val="24"/>
              </w:rPr>
              <w:t>/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61"/>
                  <w:enabled/>
                  <w:calcOnExit w:val="0"/>
                  <w:textInput/>
                </w:ffData>
              </w:fldChar>
            </w:r>
            <w:bookmarkStart w:id="4" w:name="Testo661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4"/>
            <w:r w:rsidR="005F2210" w:rsidRPr="00B1085F">
              <w:rPr>
                <w:rFonts w:ascii="Garamond" w:hAnsi="Garamond" w:cs="Arial"/>
                <w:b/>
                <w:sz w:val="24"/>
                <w:szCs w:val="24"/>
              </w:rPr>
              <w:t>/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62"/>
                  <w:enabled/>
                  <w:calcOnExit w:val="0"/>
                  <w:textInput/>
                </w:ffData>
              </w:fldChar>
            </w:r>
            <w:bookmarkStart w:id="5" w:name="Testo662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5"/>
          </w:p>
        </w:tc>
      </w:tr>
      <w:tr w:rsidR="005F2210" w:rsidRPr="00B1085F" w14:paraId="3EB47462" w14:textId="77777777" w:rsidTr="00404619">
        <w:trPr>
          <w:trHeight w:val="20"/>
        </w:trPr>
        <w:tc>
          <w:tcPr>
            <w:tcW w:w="9995" w:type="dxa"/>
            <w:gridSpan w:val="17"/>
            <w:vAlign w:val="center"/>
          </w:tcPr>
          <w:p w14:paraId="4394CE20" w14:textId="77777777" w:rsidR="005F2210" w:rsidRPr="00B1085F" w:rsidRDefault="005F2210" w:rsidP="000269B0">
            <w:pPr>
              <w:spacing w:before="80" w:after="80"/>
              <w:outlineLvl w:val="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In qualità di </w:t>
            </w:r>
            <w:r w:rsidRPr="00B1085F">
              <w:rPr>
                <w:rFonts w:ascii="Garamond" w:hAnsi="Garamond" w:cs="Arial"/>
                <w:b/>
                <w:i/>
                <w:szCs w:val="24"/>
              </w:rPr>
              <w:t>(</w:t>
            </w:r>
            <w:r w:rsidR="00131C84" w:rsidRPr="00B1085F">
              <w:rPr>
                <w:rFonts w:ascii="Garamond" w:hAnsi="Garamond" w:cs="Arial"/>
                <w:b/>
                <w:i/>
                <w:szCs w:val="24"/>
              </w:rPr>
              <w:t>selezionare in alternativa</w:t>
            </w:r>
            <w:r w:rsidRPr="00B1085F">
              <w:rPr>
                <w:rFonts w:ascii="Garamond" w:hAnsi="Garamond" w:cs="Arial"/>
                <w:b/>
                <w:i/>
                <w:szCs w:val="24"/>
              </w:rPr>
              <w:t xml:space="preserve"> la casella corrispondente)</w:t>
            </w:r>
            <w:r w:rsidR="00993D69" w:rsidRPr="00B1085F">
              <w:rPr>
                <w:rFonts w:ascii="Garamond" w:hAnsi="Garamond" w:cs="Arial"/>
                <w:b/>
                <w:sz w:val="24"/>
                <w:szCs w:val="24"/>
              </w:rPr>
              <w:t>:</w:t>
            </w:r>
          </w:p>
        </w:tc>
      </w:tr>
      <w:tr w:rsidR="005F2210" w:rsidRPr="00B1085F" w14:paraId="26B536B6" w14:textId="77777777" w:rsidTr="00404619">
        <w:trPr>
          <w:trHeight w:val="20"/>
        </w:trPr>
        <w:tc>
          <w:tcPr>
            <w:tcW w:w="455" w:type="dxa"/>
            <w:vAlign w:val="center"/>
          </w:tcPr>
          <w:p w14:paraId="2BE1B22A" w14:textId="77777777" w:rsidR="005F2210" w:rsidRPr="00B1085F" w:rsidRDefault="005F2210" w:rsidP="000269B0">
            <w:pPr>
              <w:spacing w:before="80" w:after="80"/>
              <w:outlineLvl w:val="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ontrollo64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FORMCHECKBOX </w:instrText>
            </w:r>
            <w:r w:rsidR="00300EBE">
              <w:rPr>
                <w:rFonts w:ascii="Garamond" w:hAnsi="Garamond" w:cs="Arial"/>
                <w:b/>
                <w:sz w:val="24"/>
                <w:szCs w:val="24"/>
              </w:rPr>
            </w:r>
            <w:r w:rsidR="00300EBE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6"/>
          </w:p>
        </w:tc>
        <w:bookmarkStart w:id="7" w:name="Elenco1"/>
        <w:tc>
          <w:tcPr>
            <w:tcW w:w="9540" w:type="dxa"/>
            <w:gridSpan w:val="16"/>
            <w:vAlign w:val="center"/>
          </w:tcPr>
          <w:p w14:paraId="0C7CB194" w14:textId="77777777" w:rsidR="005F2210" w:rsidRPr="00B1085F" w:rsidRDefault="0007026D" w:rsidP="000269B0">
            <w:pPr>
              <w:spacing w:before="80" w:after="80"/>
              <w:outlineLvl w:val="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FORMDROPDOWN </w:instrText>
            </w:r>
            <w:r w:rsidR="00300EBE">
              <w:rPr>
                <w:rFonts w:ascii="Garamond" w:hAnsi="Garamond" w:cs="Arial"/>
                <w:b/>
                <w:sz w:val="24"/>
                <w:szCs w:val="24"/>
              </w:rPr>
            </w:r>
            <w:r w:rsidR="00300EBE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7"/>
            <w:r w:rsidR="005F2210"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 </w:t>
            </w:r>
            <w:r w:rsidR="000543A7"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 </w:t>
            </w:r>
            <w:r w:rsidR="005F2210" w:rsidRPr="00B1085F">
              <w:rPr>
                <w:rFonts w:ascii="Garamond" w:hAnsi="Garamond" w:cs="Arial"/>
                <w:b/>
                <w:sz w:val="24"/>
                <w:szCs w:val="24"/>
              </w:rPr>
              <w:t>e Legale rappresentante</w:t>
            </w:r>
            <w:r w:rsidR="00763899"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 </w:t>
            </w:r>
          </w:p>
        </w:tc>
      </w:tr>
      <w:tr w:rsidR="005F2210" w:rsidRPr="00B1085F" w14:paraId="1DA0F9BA" w14:textId="77777777" w:rsidTr="00404619">
        <w:trPr>
          <w:trHeight w:val="20"/>
        </w:trPr>
        <w:tc>
          <w:tcPr>
            <w:tcW w:w="1116" w:type="dxa"/>
            <w:gridSpan w:val="3"/>
            <w:vAlign w:val="center"/>
          </w:tcPr>
          <w:p w14:paraId="1100A396" w14:textId="77777777" w:rsidR="005F2210" w:rsidRPr="00B1085F" w:rsidRDefault="005F2210" w:rsidP="000269B0">
            <w:pPr>
              <w:spacing w:before="80" w:after="80"/>
              <w:outlineLvl w:val="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>ovvero</w:t>
            </w:r>
          </w:p>
        </w:tc>
        <w:tc>
          <w:tcPr>
            <w:tcW w:w="8879" w:type="dxa"/>
            <w:gridSpan w:val="14"/>
            <w:vAlign w:val="center"/>
          </w:tcPr>
          <w:p w14:paraId="60905F32" w14:textId="77777777" w:rsidR="005F2210" w:rsidRPr="00B1085F" w:rsidRDefault="005F2210" w:rsidP="000269B0">
            <w:pPr>
              <w:spacing w:before="80" w:after="80"/>
              <w:outlineLvl w:val="0"/>
              <w:rPr>
                <w:rFonts w:ascii="Garamond" w:hAnsi="Garamond" w:cs="Arial"/>
                <w:b/>
                <w:sz w:val="24"/>
                <w:szCs w:val="24"/>
              </w:rPr>
            </w:pPr>
          </w:p>
        </w:tc>
      </w:tr>
      <w:tr w:rsidR="006C3831" w:rsidRPr="00B1085F" w14:paraId="1EFD6ECE" w14:textId="77777777" w:rsidTr="00404619">
        <w:trPr>
          <w:trHeight w:val="20"/>
        </w:trPr>
        <w:tc>
          <w:tcPr>
            <w:tcW w:w="455" w:type="dxa"/>
            <w:vAlign w:val="center"/>
          </w:tcPr>
          <w:p w14:paraId="43991203" w14:textId="77777777" w:rsidR="006C3831" w:rsidRPr="00B1085F" w:rsidRDefault="006C3831" w:rsidP="000269B0">
            <w:pPr>
              <w:spacing w:before="80" w:after="80"/>
              <w:outlineLvl w:val="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FORMCHECKBOX </w:instrText>
            </w:r>
            <w:r w:rsidR="00300EBE">
              <w:rPr>
                <w:rFonts w:ascii="Garamond" w:hAnsi="Garamond" w:cs="Arial"/>
                <w:b/>
                <w:sz w:val="24"/>
                <w:szCs w:val="24"/>
              </w:rPr>
            </w:r>
            <w:r w:rsidR="00300EBE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032" w:type="dxa"/>
            <w:gridSpan w:val="11"/>
            <w:vAlign w:val="center"/>
          </w:tcPr>
          <w:p w14:paraId="6254D4D4" w14:textId="77777777" w:rsidR="006C3831" w:rsidRPr="00B1085F" w:rsidRDefault="006C3831" w:rsidP="000269B0">
            <w:pPr>
              <w:spacing w:before="80" w:after="80"/>
              <w:jc w:val="both"/>
              <w:outlineLvl w:val="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Procuratore </w:t>
            </w:r>
            <w:r w:rsidRPr="00B1085F">
              <w:rPr>
                <w:rFonts w:ascii="Garamond" w:hAnsi="Garamond" w:cs="Arial"/>
                <w:b/>
                <w:i/>
                <w:szCs w:val="24"/>
              </w:rPr>
              <w:t>(in tal caso indicare gli estremi della relativa procura)</w:t>
            </w:r>
          </w:p>
        </w:tc>
        <w:bookmarkStart w:id="8" w:name="Testo663"/>
        <w:tc>
          <w:tcPr>
            <w:tcW w:w="3508" w:type="dxa"/>
            <w:gridSpan w:val="5"/>
            <w:vAlign w:val="center"/>
          </w:tcPr>
          <w:p w14:paraId="6B75BDC0" w14:textId="77777777" w:rsidR="006C3831" w:rsidRPr="00B1085F" w:rsidRDefault="006425B7" w:rsidP="000269B0">
            <w:pPr>
              <w:spacing w:before="80" w:after="80"/>
              <w:outlineLvl w:val="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63"/>
                  <w:enabled/>
                  <w:calcOnExit w:val="0"/>
                  <w:textInput/>
                </w:ffData>
              </w:fldCha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Pr="00B1085F">
              <w:rPr>
                <w:rFonts w:ascii="Garamond" w:hAnsi="Garamond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8"/>
          </w:p>
        </w:tc>
      </w:tr>
      <w:tr w:rsidR="00993D69" w:rsidRPr="00B1085F" w14:paraId="753CDA8A" w14:textId="77777777" w:rsidTr="00404619">
        <w:trPr>
          <w:trHeight w:val="20"/>
        </w:trPr>
        <w:tc>
          <w:tcPr>
            <w:tcW w:w="9995" w:type="dxa"/>
            <w:gridSpan w:val="17"/>
            <w:vAlign w:val="center"/>
          </w:tcPr>
          <w:p w14:paraId="7B9098A5" w14:textId="77777777" w:rsidR="00993D69" w:rsidRPr="00B1085F" w:rsidRDefault="00993D69" w:rsidP="000269B0">
            <w:pPr>
              <w:spacing w:before="80" w:after="80"/>
              <w:outlineLvl w:val="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>dell</w:t>
            </w:r>
            <w:r w:rsidR="003B27DE" w:rsidRPr="00B1085F">
              <w:rPr>
                <w:rFonts w:ascii="Garamond" w:hAnsi="Garamond" w:cs="Arial"/>
                <w:b/>
                <w:sz w:val="24"/>
                <w:szCs w:val="24"/>
              </w:rPr>
              <w:t>’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Impresa </w:t>
            </w:r>
            <w:r w:rsidRPr="00B1085F">
              <w:rPr>
                <w:rFonts w:ascii="Garamond" w:hAnsi="Garamond" w:cs="Arial"/>
                <w:b/>
                <w:i/>
                <w:szCs w:val="24"/>
              </w:rPr>
              <w:t>(indicare Ragione Sociale per esteso):</w:t>
            </w:r>
          </w:p>
        </w:tc>
      </w:tr>
      <w:tr w:rsidR="00993D69" w:rsidRPr="00B1085F" w14:paraId="136AB172" w14:textId="77777777" w:rsidTr="00404619">
        <w:trPr>
          <w:trHeight w:val="20"/>
        </w:trPr>
        <w:tc>
          <w:tcPr>
            <w:tcW w:w="9995" w:type="dxa"/>
            <w:gridSpan w:val="17"/>
            <w:vAlign w:val="center"/>
          </w:tcPr>
          <w:p w14:paraId="3A98CFDA" w14:textId="77777777" w:rsidR="00993D69" w:rsidRPr="00B1085F" w:rsidRDefault="00993D69" w:rsidP="000269B0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920"/>
                  <w:enabled/>
                  <w:calcOnExit w:val="0"/>
                  <w:textInput/>
                </w:ffData>
              </w:fldChar>
            </w:r>
            <w:bookmarkStart w:id="9" w:name="Testo920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9"/>
            <w:r w:rsidR="0054027F"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  C.F/</w:t>
            </w:r>
            <w:r w:rsidR="00A969A6"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 </w:t>
            </w:r>
            <w:r w:rsidR="0054027F" w:rsidRPr="00B1085F">
              <w:rPr>
                <w:rFonts w:ascii="Garamond" w:hAnsi="Garamond" w:cs="Arial"/>
                <w:b/>
                <w:sz w:val="24"/>
                <w:szCs w:val="24"/>
              </w:rPr>
              <w:t>P.</w:t>
            </w:r>
            <w:r w:rsidR="00B96AD8"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 </w:t>
            </w:r>
            <w:r w:rsidR="0054027F"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Iva. </w:t>
            </w:r>
            <w:r w:rsidR="0054027F"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920"/>
                  <w:enabled/>
                  <w:calcOnExit w:val="0"/>
                  <w:textInput/>
                </w:ffData>
              </w:fldChar>
            </w:r>
            <w:r w:rsidR="0054027F"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="0054027F"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="0054027F"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54027F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54027F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54027F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54027F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54027F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54027F"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</w:p>
        </w:tc>
      </w:tr>
      <w:tr w:rsidR="005544F9" w:rsidRPr="00B1085F" w14:paraId="72004A8F" w14:textId="77777777" w:rsidTr="00404619">
        <w:trPr>
          <w:trHeight w:val="20"/>
        </w:trPr>
        <w:tc>
          <w:tcPr>
            <w:tcW w:w="9995" w:type="dxa"/>
            <w:gridSpan w:val="17"/>
            <w:vAlign w:val="center"/>
          </w:tcPr>
          <w:p w14:paraId="7F260E52" w14:textId="77777777" w:rsidR="005544F9" w:rsidRPr="00B1085F" w:rsidRDefault="005544F9" w:rsidP="000269B0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>con sede legale in:</w:t>
            </w:r>
            <w:r w:rsidR="004F740D"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 </w:t>
            </w:r>
          </w:p>
        </w:tc>
      </w:tr>
      <w:tr w:rsidR="005544F9" w:rsidRPr="00B1085F" w14:paraId="1285CEFD" w14:textId="77777777" w:rsidTr="00404619">
        <w:trPr>
          <w:trHeight w:val="20"/>
        </w:trPr>
        <w:tc>
          <w:tcPr>
            <w:tcW w:w="959" w:type="dxa"/>
            <w:gridSpan w:val="2"/>
            <w:vAlign w:val="center"/>
          </w:tcPr>
          <w:p w14:paraId="10394A03" w14:textId="77777777" w:rsidR="005544F9" w:rsidRPr="00B1085F" w:rsidRDefault="005544F9" w:rsidP="000269B0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80" w:after="80"/>
              <w:ind w:left="1259" w:hanging="1259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>Via</w:t>
            </w:r>
          </w:p>
        </w:tc>
        <w:tc>
          <w:tcPr>
            <w:tcW w:w="5557" w:type="dxa"/>
            <w:gridSpan w:val="11"/>
            <w:vAlign w:val="center"/>
          </w:tcPr>
          <w:p w14:paraId="00D90486" w14:textId="77777777" w:rsidR="005544F9" w:rsidRPr="00B1085F" w:rsidRDefault="005A3D32" w:rsidP="000269B0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65"/>
                  <w:enabled/>
                  <w:calcOnExit w:val="0"/>
                  <w:textInput/>
                </w:ffData>
              </w:fldChar>
            </w:r>
            <w:bookmarkStart w:id="10" w:name="Testo665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10"/>
          </w:p>
        </w:tc>
        <w:tc>
          <w:tcPr>
            <w:tcW w:w="532" w:type="dxa"/>
            <w:gridSpan w:val="2"/>
            <w:vAlign w:val="center"/>
          </w:tcPr>
          <w:p w14:paraId="208F3B55" w14:textId="77777777" w:rsidR="005544F9" w:rsidRPr="00B1085F" w:rsidRDefault="005544F9" w:rsidP="000269B0">
            <w:pPr>
              <w:tabs>
                <w:tab w:val="left" w:pos="1260"/>
                <w:tab w:val="left" w:pos="1440"/>
              </w:tabs>
              <w:spacing w:before="80" w:after="80"/>
              <w:ind w:left="1259" w:hanging="1259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>n°</w:t>
            </w:r>
          </w:p>
        </w:tc>
        <w:tc>
          <w:tcPr>
            <w:tcW w:w="2947" w:type="dxa"/>
            <w:gridSpan w:val="2"/>
            <w:vAlign w:val="center"/>
          </w:tcPr>
          <w:p w14:paraId="31E3FDA1" w14:textId="77777777" w:rsidR="005544F9" w:rsidRPr="00B1085F" w:rsidRDefault="005A3D32" w:rsidP="000269B0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69"/>
                  <w:enabled/>
                  <w:calcOnExit w:val="0"/>
                  <w:textInput/>
                </w:ffData>
              </w:fldChar>
            </w:r>
            <w:bookmarkStart w:id="11" w:name="Testo669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11"/>
          </w:p>
        </w:tc>
      </w:tr>
      <w:tr w:rsidR="005544F9" w:rsidRPr="00B1085F" w14:paraId="3BCFA5BB" w14:textId="77777777" w:rsidTr="00404619">
        <w:trPr>
          <w:trHeight w:val="20"/>
        </w:trPr>
        <w:tc>
          <w:tcPr>
            <w:tcW w:w="959" w:type="dxa"/>
            <w:gridSpan w:val="2"/>
            <w:vAlign w:val="center"/>
          </w:tcPr>
          <w:p w14:paraId="3262724D" w14:textId="77777777" w:rsidR="005544F9" w:rsidRPr="00B1085F" w:rsidRDefault="005544F9" w:rsidP="000269B0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80" w:after="80"/>
              <w:ind w:left="1259" w:hanging="1259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>C.A.</w:t>
            </w:r>
            <w:r w:rsidR="00236FFF" w:rsidRPr="00B1085F">
              <w:rPr>
                <w:rFonts w:ascii="Garamond" w:hAnsi="Garamond" w:cs="Arial"/>
                <w:b/>
                <w:sz w:val="24"/>
                <w:szCs w:val="24"/>
              </w:rPr>
              <w:t>P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t>.</w:t>
            </w:r>
          </w:p>
        </w:tc>
        <w:tc>
          <w:tcPr>
            <w:tcW w:w="1855" w:type="dxa"/>
            <w:gridSpan w:val="5"/>
            <w:vAlign w:val="center"/>
          </w:tcPr>
          <w:p w14:paraId="05C7C084" w14:textId="77777777" w:rsidR="005544F9" w:rsidRPr="00B1085F" w:rsidRDefault="005A3D32" w:rsidP="000269B0">
            <w:pPr>
              <w:tabs>
                <w:tab w:val="left" w:pos="1260"/>
                <w:tab w:val="left" w:pos="1440"/>
              </w:tabs>
              <w:spacing w:before="80" w:after="80"/>
              <w:ind w:left="1259" w:hanging="1259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66"/>
                  <w:enabled/>
                  <w:calcOnExit w:val="0"/>
                  <w:textInput/>
                </w:ffData>
              </w:fldChar>
            </w:r>
            <w:bookmarkStart w:id="12" w:name="Testo666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850" w:type="dxa"/>
            <w:gridSpan w:val="2"/>
            <w:vAlign w:val="center"/>
          </w:tcPr>
          <w:p w14:paraId="5B313D30" w14:textId="77777777" w:rsidR="005544F9" w:rsidRPr="00B1085F" w:rsidRDefault="005544F9" w:rsidP="000269B0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>Città</w:t>
            </w:r>
          </w:p>
        </w:tc>
        <w:tc>
          <w:tcPr>
            <w:tcW w:w="2852" w:type="dxa"/>
            <w:gridSpan w:val="4"/>
            <w:vAlign w:val="center"/>
          </w:tcPr>
          <w:p w14:paraId="0B054999" w14:textId="77777777" w:rsidR="005544F9" w:rsidRPr="00B1085F" w:rsidRDefault="005A3D32" w:rsidP="000269B0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67"/>
                  <w:enabled/>
                  <w:calcOnExit w:val="0"/>
                  <w:textInput/>
                </w:ffData>
              </w:fldChar>
            </w:r>
            <w:bookmarkStart w:id="13" w:name="Testo667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963" w:type="dxa"/>
            <w:gridSpan w:val="3"/>
            <w:vAlign w:val="center"/>
          </w:tcPr>
          <w:p w14:paraId="64E524A2" w14:textId="77777777" w:rsidR="005544F9" w:rsidRPr="00B1085F" w:rsidRDefault="005544F9" w:rsidP="000269B0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>Prov.</w:t>
            </w:r>
          </w:p>
        </w:tc>
        <w:tc>
          <w:tcPr>
            <w:tcW w:w="2516" w:type="dxa"/>
            <w:vAlign w:val="center"/>
          </w:tcPr>
          <w:p w14:paraId="45BB4194" w14:textId="77777777" w:rsidR="005544F9" w:rsidRPr="00B1085F" w:rsidRDefault="005544F9" w:rsidP="000269B0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>(</w:t>
            </w:r>
            <w:r w:rsidR="005A3D32"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68"/>
                  <w:enabled/>
                  <w:calcOnExit w:val="0"/>
                  <w:textInput/>
                </w:ffData>
              </w:fldChar>
            </w:r>
            <w:bookmarkStart w:id="14" w:name="Testo668"/>
            <w:r w:rsidR="005A3D32"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="005A3D32"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="005A3D32"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5A3D32"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14"/>
            <w:r w:rsidRPr="00B1085F">
              <w:rPr>
                <w:rFonts w:ascii="Garamond" w:hAnsi="Garamond" w:cs="Arial"/>
                <w:b/>
                <w:sz w:val="24"/>
                <w:szCs w:val="24"/>
              </w:rPr>
              <w:t>)</w:t>
            </w:r>
          </w:p>
        </w:tc>
      </w:tr>
      <w:tr w:rsidR="00CF307D" w:rsidRPr="00B1085F" w14:paraId="5C2FA4F7" w14:textId="77777777" w:rsidTr="00404619">
        <w:trPr>
          <w:trHeight w:val="20"/>
        </w:trPr>
        <w:tc>
          <w:tcPr>
            <w:tcW w:w="1396" w:type="dxa"/>
            <w:gridSpan w:val="5"/>
            <w:vAlign w:val="center"/>
          </w:tcPr>
          <w:p w14:paraId="2815BE0B" w14:textId="77777777" w:rsidR="005544F9" w:rsidRPr="00B1085F" w:rsidRDefault="005544F9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Telefono </w:t>
            </w:r>
          </w:p>
        </w:tc>
        <w:tc>
          <w:tcPr>
            <w:tcW w:w="2268" w:type="dxa"/>
            <w:gridSpan w:val="4"/>
            <w:vAlign w:val="center"/>
          </w:tcPr>
          <w:p w14:paraId="65286DEE" w14:textId="77777777" w:rsidR="005544F9" w:rsidRPr="00B1085F" w:rsidRDefault="005A3D32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70"/>
                  <w:enabled/>
                  <w:calcOnExit w:val="0"/>
                  <w:textInput/>
                </w:ffData>
              </w:fldChar>
            </w:r>
            <w:bookmarkStart w:id="15" w:name="Testo670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15"/>
          </w:p>
        </w:tc>
        <w:tc>
          <w:tcPr>
            <w:tcW w:w="628" w:type="dxa"/>
            <w:vAlign w:val="center"/>
          </w:tcPr>
          <w:p w14:paraId="5B0E3DAB" w14:textId="77777777" w:rsidR="005544F9" w:rsidRPr="00B1085F" w:rsidRDefault="005544F9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Fax </w:t>
            </w:r>
          </w:p>
        </w:tc>
        <w:tc>
          <w:tcPr>
            <w:tcW w:w="2224" w:type="dxa"/>
            <w:gridSpan w:val="3"/>
            <w:vAlign w:val="center"/>
          </w:tcPr>
          <w:p w14:paraId="4C60ACC6" w14:textId="77777777" w:rsidR="005544F9" w:rsidRPr="00B1085F" w:rsidRDefault="005A3D32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71"/>
                  <w:enabled/>
                  <w:calcOnExit w:val="0"/>
                  <w:textInput/>
                </w:ffData>
              </w:fldChar>
            </w:r>
            <w:bookmarkStart w:id="16" w:name="Testo671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16"/>
          </w:p>
        </w:tc>
        <w:tc>
          <w:tcPr>
            <w:tcW w:w="963" w:type="dxa"/>
            <w:gridSpan w:val="3"/>
            <w:vAlign w:val="center"/>
          </w:tcPr>
          <w:p w14:paraId="33D11819" w14:textId="77777777" w:rsidR="005544F9" w:rsidRPr="00B1085F" w:rsidRDefault="005544F9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t xml:space="preserve">e-mail </w:t>
            </w:r>
          </w:p>
        </w:tc>
        <w:tc>
          <w:tcPr>
            <w:tcW w:w="2516" w:type="dxa"/>
            <w:vAlign w:val="center"/>
          </w:tcPr>
          <w:p w14:paraId="77964DB2" w14:textId="77777777" w:rsidR="005544F9" w:rsidRPr="00B1085F" w:rsidRDefault="005A3D32" w:rsidP="000269B0">
            <w:pPr>
              <w:spacing w:before="80" w:after="80"/>
              <w:rPr>
                <w:rFonts w:ascii="Garamond" w:hAnsi="Garamond" w:cs="Arial"/>
                <w:b/>
                <w:sz w:val="24"/>
                <w:szCs w:val="24"/>
              </w:rPr>
            </w:pP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Testo672"/>
                  <w:enabled/>
                  <w:calcOnExit w:val="0"/>
                  <w:textInput/>
                </w:ffData>
              </w:fldChar>
            </w:r>
            <w:bookmarkStart w:id="17" w:name="Testo672"/>
            <w:r w:rsidRPr="00B1085F">
              <w:rPr>
                <w:rFonts w:ascii="Garamond" w:hAnsi="Garamond" w:cs="Arial"/>
                <w:b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="00365EC6" w:rsidRPr="00B1085F">
              <w:rPr>
                <w:rFonts w:ascii="Tahoma" w:hAnsi="Tahoma" w:cs="Arial"/>
                <w:b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bookmarkEnd w:id="17"/>
          </w:p>
        </w:tc>
      </w:tr>
    </w:tbl>
    <w:p w14:paraId="2AD888F3" w14:textId="5BCA074F" w:rsidR="00591B44" w:rsidRPr="00B1085F" w:rsidRDefault="00591B44" w:rsidP="00B83528">
      <w:pPr>
        <w:tabs>
          <w:tab w:val="left" w:pos="-2268"/>
        </w:tabs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  <w:r w:rsidRPr="00B1085F">
        <w:rPr>
          <w:rFonts w:ascii="Garamond" w:hAnsi="Garamond" w:cs="Arial"/>
          <w:b/>
          <w:sz w:val="24"/>
          <w:szCs w:val="24"/>
        </w:rPr>
        <w:t xml:space="preserve">N.B. </w:t>
      </w:r>
      <w:r w:rsidR="002421D9" w:rsidRPr="00B1085F">
        <w:rPr>
          <w:rFonts w:ascii="Garamond" w:hAnsi="Garamond" w:cs="Arial"/>
          <w:b/>
          <w:sz w:val="24"/>
          <w:szCs w:val="24"/>
        </w:rPr>
        <w:t xml:space="preserve">In caso di operatori </w:t>
      </w:r>
      <w:r w:rsidR="00223CF7">
        <w:rPr>
          <w:rFonts w:ascii="Garamond" w:hAnsi="Garamond" w:cs="Arial"/>
          <w:b/>
          <w:sz w:val="24"/>
          <w:szCs w:val="24"/>
        </w:rPr>
        <w:t>plurisoggettivi</w:t>
      </w:r>
      <w:r w:rsidRPr="00B1085F">
        <w:rPr>
          <w:rFonts w:ascii="Garamond" w:hAnsi="Garamond" w:cs="Arial"/>
          <w:b/>
          <w:sz w:val="24"/>
          <w:szCs w:val="24"/>
        </w:rPr>
        <w:t xml:space="preserve"> costituendi replicare per ciascun componente, all’interno del campo moduli che segue, le medesime informazioni riportate nella tabella di cui sopra: </w:t>
      </w:r>
      <w:r w:rsidRPr="00B1085F">
        <w:rPr>
          <w:rFonts w:ascii="Garamond" w:hAnsi="Garamond" w:cs="Arial"/>
          <w:b/>
          <w:sz w:val="24"/>
          <w:szCs w:val="24"/>
        </w:rPr>
        <w:fldChar w:fldCharType="begin">
          <w:ffData>
            <w:name w:val="Testo671"/>
            <w:enabled/>
            <w:calcOnExit w:val="0"/>
            <w:textInput/>
          </w:ffData>
        </w:fldChar>
      </w:r>
      <w:r w:rsidRPr="00B1085F">
        <w:rPr>
          <w:rFonts w:ascii="Garamond" w:hAnsi="Garamond" w:cs="Arial"/>
          <w:b/>
          <w:sz w:val="24"/>
          <w:szCs w:val="24"/>
        </w:rPr>
        <w:instrText xml:space="preserve"> FORMTEXT </w:instrText>
      </w:r>
      <w:r w:rsidRPr="00B1085F">
        <w:rPr>
          <w:rFonts w:ascii="Garamond" w:hAnsi="Garamond" w:cs="Arial"/>
          <w:b/>
          <w:sz w:val="24"/>
          <w:szCs w:val="24"/>
        </w:rPr>
      </w:r>
      <w:r w:rsidRPr="00B1085F">
        <w:rPr>
          <w:rFonts w:ascii="Garamond" w:hAnsi="Garamond" w:cs="Arial"/>
          <w:b/>
          <w:sz w:val="24"/>
          <w:szCs w:val="24"/>
        </w:rPr>
        <w:fldChar w:fldCharType="separate"/>
      </w:r>
      <w:r w:rsidRPr="00B1085F">
        <w:rPr>
          <w:rFonts w:ascii="Tahoma" w:hAnsi="Tahoma" w:cs="Arial"/>
          <w:b/>
          <w:noProof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B1085F">
        <w:rPr>
          <w:rFonts w:ascii="Tahoma" w:hAnsi="Tahoma" w:cs="Arial"/>
          <w:b/>
          <w:noProof/>
          <w:sz w:val="24"/>
          <w:szCs w:val="24"/>
        </w:rPr>
        <w:t> </w:t>
      </w:r>
      <w:r w:rsidRPr="00B1085F">
        <w:rPr>
          <w:rFonts w:ascii="Garamond" w:hAnsi="Garamond" w:cs="Arial"/>
          <w:b/>
          <w:sz w:val="24"/>
          <w:szCs w:val="24"/>
        </w:rPr>
        <w:fldChar w:fldCharType="end"/>
      </w:r>
      <w:r w:rsidRPr="00B1085F">
        <w:rPr>
          <w:rFonts w:ascii="Garamond" w:hAnsi="Garamond" w:cs="Arial"/>
          <w:b/>
          <w:sz w:val="24"/>
          <w:szCs w:val="24"/>
        </w:rPr>
        <w:t>.</w:t>
      </w:r>
    </w:p>
    <w:p w14:paraId="500A975C" w14:textId="77777777" w:rsidR="00993D69" w:rsidRPr="00B1085F" w:rsidRDefault="00993D69" w:rsidP="00A244FD">
      <w:pPr>
        <w:tabs>
          <w:tab w:val="left" w:pos="-2268"/>
        </w:tabs>
        <w:spacing w:before="40" w:after="40"/>
        <w:jc w:val="center"/>
        <w:rPr>
          <w:rFonts w:ascii="Garamond" w:hAnsi="Garamond" w:cs="Arial"/>
          <w:b/>
          <w:sz w:val="24"/>
          <w:szCs w:val="24"/>
        </w:rPr>
      </w:pPr>
    </w:p>
    <w:p w14:paraId="7F676A5D" w14:textId="46BEE4DD" w:rsidR="007B1BA7" w:rsidRDefault="007B1BA7" w:rsidP="00516B0D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4CA3A2D1" w14:textId="453AB08D" w:rsidR="00223CF7" w:rsidRPr="00223CF7" w:rsidRDefault="00B83528" w:rsidP="00B83528">
      <w:pPr>
        <w:autoSpaceDE w:val="0"/>
        <w:autoSpaceDN w:val="0"/>
        <w:adjustRightInd w:val="0"/>
        <w:spacing w:before="40" w:after="40"/>
        <w:jc w:val="center"/>
        <w:rPr>
          <w:rFonts w:ascii="Garamond" w:hAnsi="Garamond" w:cs="Arial"/>
          <w:b/>
          <w:bCs/>
          <w:sz w:val="24"/>
          <w:szCs w:val="24"/>
        </w:rPr>
      </w:pPr>
      <w:r w:rsidRPr="00223CF7">
        <w:rPr>
          <w:rFonts w:ascii="Garamond" w:hAnsi="Garamond" w:cs="Arial"/>
          <w:b/>
          <w:bCs/>
          <w:sz w:val="24"/>
          <w:szCs w:val="24"/>
        </w:rPr>
        <w:t>CHIEDE</w:t>
      </w:r>
    </w:p>
    <w:p w14:paraId="3CAA03AB" w14:textId="77777777" w:rsidR="00223CF7" w:rsidRPr="00223CF7" w:rsidRDefault="00223CF7" w:rsidP="00223CF7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i/>
          <w:sz w:val="24"/>
          <w:szCs w:val="24"/>
        </w:rPr>
      </w:pPr>
    </w:p>
    <w:p w14:paraId="0F1D32D4" w14:textId="4139EC54" w:rsidR="00223CF7" w:rsidRPr="00B83528" w:rsidRDefault="00962350" w:rsidP="00223CF7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ai sensi dell’</w:t>
      </w:r>
      <w:r w:rsidRPr="00962350">
        <w:rPr>
          <w:rFonts w:ascii="Garamond" w:hAnsi="Garamond" w:cs="Arial"/>
          <w:sz w:val="24"/>
          <w:szCs w:val="24"/>
        </w:rPr>
        <w:t>art. 35 del D.Lgs. 36/2023</w:t>
      </w:r>
      <w:r>
        <w:rPr>
          <w:rFonts w:ascii="Garamond" w:hAnsi="Garamond" w:cs="Arial"/>
          <w:sz w:val="24"/>
          <w:szCs w:val="24"/>
        </w:rPr>
        <w:t xml:space="preserve"> </w:t>
      </w:r>
      <w:r w:rsidRPr="00962350">
        <w:rPr>
          <w:rFonts w:ascii="Garamond" w:hAnsi="Garamond" w:cs="Arial"/>
          <w:sz w:val="24"/>
          <w:szCs w:val="24"/>
        </w:rPr>
        <w:t>e art</w:t>
      </w:r>
      <w:r>
        <w:rPr>
          <w:rFonts w:ascii="Garamond" w:hAnsi="Garamond" w:cs="Arial"/>
          <w:sz w:val="24"/>
          <w:szCs w:val="24"/>
        </w:rPr>
        <w:t>t</w:t>
      </w:r>
      <w:r w:rsidRPr="00962350">
        <w:rPr>
          <w:rFonts w:ascii="Garamond" w:hAnsi="Garamond" w:cs="Arial"/>
          <w:sz w:val="24"/>
          <w:szCs w:val="24"/>
        </w:rPr>
        <w:t>. 22</w:t>
      </w:r>
      <w:r>
        <w:rPr>
          <w:rFonts w:ascii="Garamond" w:hAnsi="Garamond" w:cs="Arial"/>
          <w:sz w:val="24"/>
          <w:szCs w:val="24"/>
        </w:rPr>
        <w:t xml:space="preserve"> e segg</w:t>
      </w:r>
      <w:r w:rsidRPr="00962350">
        <w:rPr>
          <w:rFonts w:ascii="Garamond" w:hAnsi="Garamond" w:cs="Arial"/>
          <w:sz w:val="24"/>
          <w:szCs w:val="24"/>
        </w:rPr>
        <w:t xml:space="preserve">. </w:t>
      </w:r>
      <w:r>
        <w:rPr>
          <w:rFonts w:ascii="Garamond" w:hAnsi="Garamond" w:cs="Arial"/>
          <w:sz w:val="24"/>
          <w:szCs w:val="24"/>
        </w:rPr>
        <w:t xml:space="preserve">della </w:t>
      </w:r>
      <w:r w:rsidRPr="00962350">
        <w:rPr>
          <w:rFonts w:ascii="Garamond" w:hAnsi="Garamond" w:cs="Arial"/>
          <w:sz w:val="24"/>
          <w:szCs w:val="24"/>
        </w:rPr>
        <w:t>L. 241/90</w:t>
      </w:r>
      <w:r>
        <w:rPr>
          <w:rFonts w:ascii="Garamond" w:hAnsi="Garamond" w:cs="Arial"/>
          <w:sz w:val="24"/>
          <w:szCs w:val="24"/>
        </w:rPr>
        <w:t xml:space="preserve"> </w:t>
      </w:r>
      <w:r w:rsidR="00D170E6" w:rsidRPr="00B83528">
        <w:rPr>
          <w:rFonts w:ascii="Garamond" w:hAnsi="Garamond" w:cs="Arial"/>
          <w:sz w:val="24"/>
          <w:szCs w:val="24"/>
        </w:rPr>
        <w:t>l</w:t>
      </w:r>
      <w:r w:rsidR="00223CF7" w:rsidRPr="00B83528">
        <w:rPr>
          <w:rFonts w:ascii="Garamond" w:hAnsi="Garamond" w:cs="Arial"/>
          <w:sz w:val="24"/>
          <w:szCs w:val="24"/>
        </w:rPr>
        <w:t xml:space="preserve">’accesso, mediante estrazione di copia </w:t>
      </w:r>
      <w:r w:rsidR="00D170E6">
        <w:rPr>
          <w:rFonts w:ascii="Garamond" w:hAnsi="Garamond" w:cs="Arial"/>
          <w:sz w:val="24"/>
          <w:szCs w:val="24"/>
        </w:rPr>
        <w:t xml:space="preserve">e </w:t>
      </w:r>
      <w:r w:rsidR="00AB245C">
        <w:rPr>
          <w:rFonts w:ascii="Garamond" w:hAnsi="Garamond" w:cs="Arial"/>
          <w:sz w:val="24"/>
          <w:szCs w:val="24"/>
        </w:rPr>
        <w:t xml:space="preserve">trasmissione </w:t>
      </w:r>
      <w:r w:rsidR="00CD7074">
        <w:rPr>
          <w:rFonts w:ascii="Garamond" w:hAnsi="Garamond" w:cs="Arial"/>
          <w:sz w:val="24"/>
          <w:szCs w:val="24"/>
        </w:rPr>
        <w:t>digitale</w:t>
      </w:r>
      <w:r w:rsidR="00D170E6">
        <w:rPr>
          <w:rFonts w:ascii="Garamond" w:hAnsi="Garamond" w:cs="Arial"/>
          <w:sz w:val="24"/>
          <w:szCs w:val="24"/>
        </w:rPr>
        <w:t xml:space="preserve"> </w:t>
      </w:r>
      <w:r w:rsidR="00AB245C">
        <w:rPr>
          <w:rFonts w:ascii="Garamond" w:hAnsi="Garamond" w:cs="Arial"/>
          <w:sz w:val="24"/>
          <w:szCs w:val="24"/>
        </w:rPr>
        <w:t xml:space="preserve">a mezzo </w:t>
      </w:r>
      <w:r w:rsidR="00D170E6">
        <w:rPr>
          <w:rFonts w:ascii="Garamond" w:hAnsi="Garamond" w:cs="Arial"/>
          <w:sz w:val="24"/>
          <w:szCs w:val="24"/>
        </w:rPr>
        <w:t xml:space="preserve">Area Messaggi del </w:t>
      </w:r>
      <w:r w:rsidR="00B047D5">
        <w:rPr>
          <w:rFonts w:ascii="Garamond" w:hAnsi="Garamond" w:cs="Arial"/>
          <w:sz w:val="24"/>
          <w:szCs w:val="24"/>
        </w:rPr>
        <w:t xml:space="preserve">Portale </w:t>
      </w:r>
      <w:r w:rsidR="00D170E6">
        <w:rPr>
          <w:rFonts w:ascii="Garamond" w:hAnsi="Garamond" w:cs="Arial"/>
          <w:sz w:val="24"/>
          <w:szCs w:val="24"/>
        </w:rPr>
        <w:t xml:space="preserve">Acquisti FSE ovvero </w:t>
      </w:r>
      <w:r w:rsidR="005341E6">
        <w:rPr>
          <w:rFonts w:ascii="Garamond" w:hAnsi="Garamond" w:cs="Arial"/>
          <w:sz w:val="24"/>
          <w:szCs w:val="24"/>
        </w:rPr>
        <w:t>a mezzo</w:t>
      </w:r>
      <w:r w:rsidR="00D170E6">
        <w:rPr>
          <w:rFonts w:ascii="Garamond" w:hAnsi="Garamond" w:cs="Arial"/>
          <w:sz w:val="24"/>
          <w:szCs w:val="24"/>
        </w:rPr>
        <w:t xml:space="preserve"> </w:t>
      </w:r>
      <w:proofErr w:type="spellStart"/>
      <w:r w:rsidR="00D170E6">
        <w:rPr>
          <w:rFonts w:ascii="Garamond" w:hAnsi="Garamond" w:cs="Arial"/>
          <w:sz w:val="24"/>
          <w:szCs w:val="24"/>
        </w:rPr>
        <w:t>pec</w:t>
      </w:r>
      <w:proofErr w:type="spellEnd"/>
      <w:r w:rsidR="00B6507B">
        <w:rPr>
          <w:rFonts w:ascii="Garamond" w:hAnsi="Garamond" w:cs="Arial"/>
          <w:sz w:val="24"/>
          <w:szCs w:val="24"/>
        </w:rPr>
        <w:t xml:space="preserve"> all’indirizzo </w:t>
      </w:r>
      <w:r w:rsidR="00D170E6">
        <w:rPr>
          <w:rFonts w:ascii="Garamond" w:hAnsi="Garamond" w:cs="Arial"/>
          <w:sz w:val="24"/>
          <w:szCs w:val="24"/>
        </w:rPr>
        <w:t xml:space="preserve">_______________, ai seguenti </w:t>
      </w:r>
      <w:r w:rsidR="00223CF7" w:rsidRPr="00B83528">
        <w:rPr>
          <w:rFonts w:ascii="Garamond" w:hAnsi="Garamond" w:cs="Arial"/>
          <w:sz w:val="24"/>
          <w:szCs w:val="24"/>
        </w:rPr>
        <w:t>documenti amministrativi</w:t>
      </w:r>
      <w:r w:rsidR="00D170E6">
        <w:rPr>
          <w:rFonts w:ascii="Garamond" w:hAnsi="Garamond" w:cs="Arial"/>
          <w:sz w:val="24"/>
          <w:szCs w:val="24"/>
        </w:rPr>
        <w:t xml:space="preserve"> relativi alla procedura di gara in epigrafe evidenziata</w:t>
      </w:r>
      <w:r w:rsidR="00B83528">
        <w:rPr>
          <w:rFonts w:ascii="Garamond" w:hAnsi="Garamond" w:cs="Arial"/>
          <w:sz w:val="24"/>
          <w:szCs w:val="24"/>
        </w:rPr>
        <w:t>:</w:t>
      </w:r>
    </w:p>
    <w:p w14:paraId="75AEB3EE" w14:textId="77777777" w:rsidR="00223CF7" w:rsidRPr="00B83528" w:rsidRDefault="00223CF7" w:rsidP="00223CF7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sz w:val="24"/>
          <w:szCs w:val="24"/>
        </w:rPr>
      </w:pPr>
    </w:p>
    <w:p w14:paraId="201CF2A1" w14:textId="77777777" w:rsidR="00223CF7" w:rsidRPr="00B83528" w:rsidRDefault="00223CF7" w:rsidP="00223CF7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sz w:val="24"/>
          <w:szCs w:val="24"/>
        </w:rPr>
      </w:pPr>
    </w:p>
    <w:p w14:paraId="1194DF4F" w14:textId="54FCBABB" w:rsidR="00223CF7" w:rsidRPr="00B83528" w:rsidRDefault="00223CF7" w:rsidP="00223CF7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i/>
          <w:sz w:val="24"/>
          <w:szCs w:val="24"/>
        </w:rPr>
      </w:pPr>
      <w:r w:rsidRPr="00B83528">
        <w:rPr>
          <w:rFonts w:ascii="Garamond" w:hAnsi="Garamond" w:cs="Arial"/>
          <w:sz w:val="24"/>
          <w:szCs w:val="24"/>
        </w:rPr>
        <w:lastRenderedPageBreak/>
        <w:t>(</w:t>
      </w:r>
      <w:r w:rsidRPr="00B83528">
        <w:rPr>
          <w:rFonts w:ascii="Garamond" w:hAnsi="Garamond" w:cs="Arial"/>
          <w:i/>
          <w:sz w:val="24"/>
          <w:szCs w:val="24"/>
        </w:rPr>
        <w:t xml:space="preserve">specificare ogni elemento utile all’individuazione dei documenti richiesti, quale, ad es., </w:t>
      </w:r>
      <w:r w:rsidR="00D170E6">
        <w:rPr>
          <w:rFonts w:ascii="Garamond" w:hAnsi="Garamond" w:cs="Arial"/>
          <w:i/>
          <w:sz w:val="24"/>
          <w:szCs w:val="24"/>
        </w:rPr>
        <w:t xml:space="preserve">il numero di protocollo, </w:t>
      </w:r>
      <w:r w:rsidRPr="00B83528">
        <w:rPr>
          <w:rFonts w:ascii="Garamond" w:hAnsi="Garamond" w:cs="Arial"/>
          <w:i/>
          <w:sz w:val="24"/>
          <w:szCs w:val="24"/>
        </w:rPr>
        <w:t xml:space="preserve">il soggetto da cui proviene il documento, gli eventuali allegati, </w:t>
      </w:r>
      <w:proofErr w:type="spellStart"/>
      <w:r w:rsidRPr="00B83528">
        <w:rPr>
          <w:rFonts w:ascii="Garamond" w:hAnsi="Garamond" w:cs="Arial"/>
          <w:i/>
          <w:sz w:val="24"/>
          <w:szCs w:val="24"/>
        </w:rPr>
        <w:t>ecc</w:t>
      </w:r>
      <w:proofErr w:type="spellEnd"/>
      <w:r w:rsidRPr="00B83528">
        <w:rPr>
          <w:rFonts w:ascii="Garamond" w:hAnsi="Garamond" w:cs="Arial"/>
          <w:i/>
          <w:sz w:val="24"/>
          <w:szCs w:val="24"/>
        </w:rPr>
        <w:t>)</w:t>
      </w:r>
    </w:p>
    <w:p w14:paraId="1747A4DB" w14:textId="77777777" w:rsidR="00223CF7" w:rsidRPr="00B83528" w:rsidRDefault="00223CF7" w:rsidP="00223CF7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sz w:val="24"/>
          <w:szCs w:val="24"/>
        </w:rPr>
      </w:pPr>
    </w:p>
    <w:p w14:paraId="328C2027" w14:textId="77777777" w:rsidR="00223CF7" w:rsidRPr="00B83528" w:rsidRDefault="00223CF7" w:rsidP="00223CF7">
      <w:pPr>
        <w:numPr>
          <w:ilvl w:val="0"/>
          <w:numId w:val="14"/>
        </w:num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sz w:val="24"/>
          <w:szCs w:val="24"/>
        </w:rPr>
      </w:pPr>
      <w:r w:rsidRPr="00B83528">
        <w:rPr>
          <w:rFonts w:ascii="Garamond" w:hAnsi="Garamond" w:cs="Arial"/>
          <w:sz w:val="24"/>
          <w:szCs w:val="24"/>
        </w:rPr>
        <w:t>___________________________________________________________________________</w:t>
      </w:r>
    </w:p>
    <w:p w14:paraId="44BA53A8" w14:textId="77777777" w:rsidR="00223CF7" w:rsidRPr="00B83528" w:rsidRDefault="00223CF7" w:rsidP="00223CF7">
      <w:pPr>
        <w:numPr>
          <w:ilvl w:val="0"/>
          <w:numId w:val="14"/>
        </w:num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sz w:val="24"/>
          <w:szCs w:val="24"/>
        </w:rPr>
      </w:pPr>
      <w:r w:rsidRPr="00B83528">
        <w:rPr>
          <w:rFonts w:ascii="Garamond" w:hAnsi="Garamond" w:cs="Arial"/>
          <w:sz w:val="24"/>
          <w:szCs w:val="24"/>
        </w:rPr>
        <w:t>___________________________________________________________________________</w:t>
      </w:r>
    </w:p>
    <w:p w14:paraId="3B28258E" w14:textId="77777777" w:rsidR="00223CF7" w:rsidRPr="00B83528" w:rsidRDefault="00223CF7" w:rsidP="00223CF7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sz w:val="24"/>
          <w:szCs w:val="24"/>
        </w:rPr>
      </w:pPr>
    </w:p>
    <w:p w14:paraId="0E35840B" w14:textId="77777777" w:rsidR="00223CF7" w:rsidRPr="00B83528" w:rsidRDefault="00223CF7" w:rsidP="00223CF7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sz w:val="24"/>
          <w:szCs w:val="24"/>
        </w:rPr>
      </w:pPr>
    </w:p>
    <w:p w14:paraId="200F69FA" w14:textId="717FCED3" w:rsidR="00FF01D5" w:rsidRPr="00B83528" w:rsidRDefault="00D170E6" w:rsidP="00B83528">
      <w:pPr>
        <w:tabs>
          <w:tab w:val="left" w:pos="4860"/>
          <w:tab w:val="left" w:pos="7740"/>
        </w:tabs>
        <w:spacing w:line="288" w:lineRule="auto"/>
        <w:ind w:right="-289"/>
        <w:jc w:val="both"/>
        <w:outlineLvl w:val="0"/>
        <w:rPr>
          <w:rFonts w:ascii="Garamond" w:hAnsi="Garamond" w:cs="Arial"/>
          <w:sz w:val="24"/>
          <w:szCs w:val="24"/>
        </w:rPr>
      </w:pPr>
      <w:r w:rsidRPr="00B83528">
        <w:rPr>
          <w:rFonts w:ascii="Garamond" w:hAnsi="Garamond" w:cs="Arial"/>
          <w:sz w:val="24"/>
          <w:szCs w:val="24"/>
        </w:rPr>
        <w:t xml:space="preserve">A sostegno </w:t>
      </w:r>
      <w:r w:rsidR="00223CF7" w:rsidRPr="00B83528">
        <w:rPr>
          <w:rFonts w:ascii="Garamond" w:hAnsi="Garamond" w:cs="Arial"/>
          <w:sz w:val="24"/>
          <w:szCs w:val="24"/>
        </w:rPr>
        <w:t>della presente richiesta</w:t>
      </w:r>
      <w:r w:rsidRPr="00B83528">
        <w:rPr>
          <w:rFonts w:ascii="Garamond" w:hAnsi="Garamond" w:cs="Arial"/>
          <w:sz w:val="24"/>
          <w:szCs w:val="24"/>
        </w:rPr>
        <w:t xml:space="preserve"> dichiara</w:t>
      </w:r>
      <w:r w:rsidR="00FF01D5" w:rsidRPr="00B83528">
        <w:rPr>
          <w:rFonts w:ascii="Garamond" w:hAnsi="Garamond" w:cs="Arial"/>
          <w:sz w:val="24"/>
          <w:szCs w:val="24"/>
        </w:rPr>
        <w:t xml:space="preserve"> l’esistenza </w:t>
      </w:r>
      <w:r w:rsidR="00FF01D5">
        <w:rPr>
          <w:rFonts w:ascii="Garamond" w:hAnsi="Garamond" w:cs="Arial"/>
          <w:sz w:val="24"/>
          <w:szCs w:val="24"/>
        </w:rPr>
        <w:t xml:space="preserve">di un </w:t>
      </w:r>
      <w:r w:rsidR="00FF01D5" w:rsidRPr="00B83528">
        <w:rPr>
          <w:rFonts w:ascii="Garamond" w:hAnsi="Garamond" w:cs="Arial"/>
          <w:sz w:val="24"/>
          <w:szCs w:val="24"/>
        </w:rPr>
        <w:t xml:space="preserve">interesse diretto, concreto e attuale, </w:t>
      </w:r>
      <w:r w:rsidR="00FF01D5" w:rsidRPr="00FF01D5">
        <w:rPr>
          <w:rFonts w:ascii="Garamond" w:hAnsi="Garamond" w:cs="Arial"/>
          <w:sz w:val="24"/>
          <w:szCs w:val="24"/>
        </w:rPr>
        <w:t>corrispondente ad una situazione giuridicamente tutelata e collegata al documento al quale è chiesto l'accesso</w:t>
      </w:r>
      <w:r w:rsidR="00EC49B7">
        <w:rPr>
          <w:rFonts w:ascii="Garamond" w:hAnsi="Garamond" w:cs="Arial"/>
          <w:sz w:val="24"/>
          <w:szCs w:val="24"/>
        </w:rPr>
        <w:t>, in quanto partecipante alla procedura di gara in epigrafe evidenziata e collocatosi al</w:t>
      </w:r>
      <w:r w:rsidR="00EC49B7" w:rsidRPr="00EC49B7">
        <w:rPr>
          <w:rFonts w:ascii="Garamond" w:hAnsi="Garamond" w:cs="Arial"/>
          <w:sz w:val="24"/>
          <w:szCs w:val="24"/>
        </w:rPr>
        <w:t xml:space="preserve">la posizione </w:t>
      </w:r>
      <w:r w:rsidR="00EC49B7">
        <w:rPr>
          <w:rFonts w:ascii="Garamond" w:hAnsi="Garamond" w:cs="Arial"/>
          <w:sz w:val="24"/>
          <w:szCs w:val="24"/>
        </w:rPr>
        <w:t>_____</w:t>
      </w:r>
      <w:r w:rsidR="00EC49B7" w:rsidRPr="00EC49B7">
        <w:rPr>
          <w:rFonts w:ascii="Garamond" w:hAnsi="Garamond" w:cs="Arial"/>
          <w:sz w:val="24"/>
          <w:szCs w:val="24"/>
        </w:rPr>
        <w:t>in graduatoria con il punteggio di ________</w:t>
      </w:r>
    </w:p>
    <w:p w14:paraId="4A3918CC" w14:textId="77777777" w:rsidR="00223CF7" w:rsidRPr="00B83528" w:rsidRDefault="00223CF7" w:rsidP="00223CF7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sz w:val="24"/>
          <w:szCs w:val="24"/>
        </w:rPr>
      </w:pPr>
    </w:p>
    <w:p w14:paraId="0B792DD8" w14:textId="77777777" w:rsidR="00223CF7" w:rsidRPr="00B83528" w:rsidRDefault="00223CF7" w:rsidP="00223CF7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sz w:val="24"/>
          <w:szCs w:val="24"/>
        </w:rPr>
      </w:pPr>
      <w:r w:rsidRPr="00B83528">
        <w:rPr>
          <w:rFonts w:ascii="Garamond" w:hAnsi="Garamond" w:cs="Arial"/>
          <w:sz w:val="24"/>
          <w:szCs w:val="24"/>
        </w:rPr>
        <w:t>A sostegno della presente richiesta allega: ___________________________________________</w:t>
      </w:r>
    </w:p>
    <w:p w14:paraId="42E061E1" w14:textId="77777777" w:rsidR="00223CF7" w:rsidRPr="00B83528" w:rsidRDefault="00223CF7" w:rsidP="00223CF7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i/>
          <w:sz w:val="24"/>
          <w:szCs w:val="24"/>
        </w:rPr>
      </w:pPr>
      <w:r w:rsidRPr="00B83528">
        <w:rPr>
          <w:rFonts w:ascii="Garamond" w:hAnsi="Garamond" w:cs="Arial"/>
          <w:i/>
          <w:sz w:val="24"/>
          <w:szCs w:val="24"/>
        </w:rPr>
        <w:t>(elencare l’eventuale documentazione allegata, ad es., documentazione giustificativa della qualità di legale rappresentante o procuratore; documentazione atta a comprovare la sussistenza dell’interesse all’accesso, ecc.)</w:t>
      </w:r>
    </w:p>
    <w:p w14:paraId="0BE0DF7E" w14:textId="77777777" w:rsidR="00EC49B7" w:rsidRDefault="00EC49B7" w:rsidP="00EC49B7">
      <w:pPr>
        <w:tabs>
          <w:tab w:val="left" w:pos="4860"/>
          <w:tab w:val="left" w:pos="7740"/>
        </w:tabs>
        <w:spacing w:line="288" w:lineRule="auto"/>
        <w:ind w:right="-289"/>
        <w:jc w:val="both"/>
        <w:outlineLvl w:val="0"/>
        <w:rPr>
          <w:rFonts w:ascii="Garamond" w:hAnsi="Garamond" w:cs="Arial"/>
          <w:sz w:val="24"/>
          <w:szCs w:val="24"/>
        </w:rPr>
      </w:pPr>
    </w:p>
    <w:p w14:paraId="245EC622" w14:textId="42F4F778" w:rsidR="00223CF7" w:rsidRPr="00B83528" w:rsidRDefault="00B83528" w:rsidP="00B83528">
      <w:pPr>
        <w:tabs>
          <w:tab w:val="left" w:pos="4860"/>
          <w:tab w:val="left" w:pos="7740"/>
        </w:tabs>
        <w:spacing w:line="288" w:lineRule="auto"/>
        <w:ind w:right="-289"/>
        <w:jc w:val="both"/>
        <w:outlineLvl w:val="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Dichiara </w:t>
      </w:r>
      <w:r w:rsidR="00EC49B7" w:rsidRPr="00EC49B7">
        <w:rPr>
          <w:rFonts w:ascii="Garamond" w:hAnsi="Garamond" w:cs="Arial"/>
          <w:sz w:val="24"/>
          <w:szCs w:val="24"/>
        </w:rPr>
        <w:t xml:space="preserve">di essere informato che i dati personali raccolti ai fini della presente </w:t>
      </w:r>
      <w:r>
        <w:rPr>
          <w:rFonts w:ascii="Garamond" w:hAnsi="Garamond" w:cs="Arial"/>
          <w:sz w:val="24"/>
          <w:szCs w:val="24"/>
        </w:rPr>
        <w:t xml:space="preserve">istanza </w:t>
      </w:r>
      <w:r w:rsidR="00EC49B7" w:rsidRPr="00EC49B7">
        <w:rPr>
          <w:rFonts w:ascii="Garamond" w:hAnsi="Garamond" w:cs="Arial"/>
          <w:sz w:val="24"/>
          <w:szCs w:val="24"/>
        </w:rPr>
        <w:t>verranno trattati secondo l’informativa rilasciata ai sensi dell’art. 13 e dell’art. 14 del Regolamento Europeo n. 679/2016 e pubblicata all’indirizzo</w:t>
      </w:r>
      <w:r>
        <w:rPr>
          <w:rFonts w:ascii="Garamond" w:hAnsi="Garamond" w:cs="Arial"/>
          <w:sz w:val="24"/>
          <w:szCs w:val="24"/>
        </w:rPr>
        <w:t xml:space="preserve"> </w:t>
      </w:r>
      <w:hyperlink r:id="rId12" w:history="1">
        <w:r w:rsidRPr="00B83528">
          <w:rPr>
            <w:rStyle w:val="Collegamentoipertestuale"/>
            <w:rFonts w:ascii="Garamond" w:hAnsi="Garamond"/>
            <w:sz w:val="24"/>
            <w:szCs w:val="24"/>
          </w:rPr>
          <w:t>https://portaleacquisti.fseonline.i</w:t>
        </w:r>
        <w:r w:rsidRPr="005623B6">
          <w:rPr>
            <w:rStyle w:val="Collegamentoipertestuale"/>
            <w:rFonts w:ascii="Garamond" w:hAnsi="Garamond"/>
            <w:sz w:val="24"/>
            <w:szCs w:val="24"/>
          </w:rPr>
          <w:t>t</w:t>
        </w:r>
      </w:hyperlink>
      <w:r w:rsidR="00334E17">
        <w:rPr>
          <w:rFonts w:ascii="Garamond" w:hAnsi="Garamond"/>
          <w:sz w:val="24"/>
          <w:szCs w:val="24"/>
        </w:rPr>
        <w:t xml:space="preserve"> e sul sito </w:t>
      </w:r>
      <w:hyperlink r:id="rId13" w:history="1">
        <w:r w:rsidR="00334E17" w:rsidRPr="00654141">
          <w:rPr>
            <w:rStyle w:val="Collegamentoipertestuale"/>
            <w:rFonts w:ascii="Garamond" w:hAnsi="Garamond"/>
            <w:sz w:val="24"/>
            <w:szCs w:val="24"/>
          </w:rPr>
          <w:t>www.fseonline.it</w:t>
        </w:r>
      </w:hyperlink>
      <w:r w:rsidR="00334E1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   </w:t>
      </w:r>
      <w:r>
        <w:rPr>
          <w:rFonts w:ascii="Garamond" w:hAnsi="Garamond" w:cs="Arial"/>
          <w:sz w:val="24"/>
          <w:szCs w:val="24"/>
        </w:rPr>
        <w:t xml:space="preserve">  </w:t>
      </w:r>
    </w:p>
    <w:p w14:paraId="56D55ABF" w14:textId="52072801" w:rsidR="00223CF7" w:rsidRDefault="00223CF7" w:rsidP="00516B0D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1E8507DD" w14:textId="708B7A34" w:rsidR="00223CF7" w:rsidRDefault="00223CF7" w:rsidP="00516B0D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31DC23B0" w14:textId="6551E815" w:rsidR="00223CF7" w:rsidRDefault="00223CF7" w:rsidP="00516B0D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124162F8" w14:textId="77777777" w:rsidR="00223CF7" w:rsidRPr="00D30DAB" w:rsidRDefault="00223CF7" w:rsidP="00516B0D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099"/>
        <w:gridCol w:w="736"/>
        <w:gridCol w:w="567"/>
        <w:gridCol w:w="2268"/>
      </w:tblGrid>
      <w:tr w:rsidR="00236FFF" w:rsidRPr="00B1085F" w14:paraId="185A3FA2" w14:textId="77777777" w:rsidTr="00431AAE">
        <w:tc>
          <w:tcPr>
            <w:tcW w:w="1134" w:type="dxa"/>
            <w:vAlign w:val="center"/>
          </w:tcPr>
          <w:p w14:paraId="3D686028" w14:textId="77777777" w:rsidR="00236FFF" w:rsidRPr="00B1085F" w:rsidRDefault="00236FFF" w:rsidP="000269B0">
            <w:pPr>
              <w:pStyle w:val="Rientrocorpodeltesto3"/>
              <w:widowControl w:val="0"/>
              <w:spacing w:before="40" w:after="40"/>
              <w:ind w:left="0"/>
              <w:rPr>
                <w:rFonts w:ascii="Garamond" w:hAnsi="Garamond" w:cs="Arial"/>
                <w:sz w:val="24"/>
                <w:szCs w:val="24"/>
              </w:rPr>
            </w:pPr>
            <w:r w:rsidRPr="00B1085F">
              <w:rPr>
                <w:rFonts w:ascii="Garamond" w:hAnsi="Garamond" w:cs="Arial"/>
                <w:sz w:val="24"/>
                <w:szCs w:val="24"/>
              </w:rPr>
              <w:t>Luogo</w:t>
            </w:r>
          </w:p>
        </w:tc>
        <w:tc>
          <w:tcPr>
            <w:tcW w:w="2099" w:type="dxa"/>
          </w:tcPr>
          <w:p w14:paraId="683DA76F" w14:textId="77777777" w:rsidR="00236FFF" w:rsidRPr="00B1085F" w:rsidRDefault="00236FFF" w:rsidP="000269B0">
            <w:pPr>
              <w:pStyle w:val="Rientrocorpodeltesto3"/>
              <w:widowControl w:val="0"/>
              <w:spacing w:before="40" w:after="40"/>
              <w:ind w:left="0"/>
              <w:rPr>
                <w:rFonts w:ascii="Garamond" w:hAnsi="Garamond" w:cs="Arial"/>
                <w:sz w:val="24"/>
                <w:szCs w:val="24"/>
              </w:rPr>
            </w:pPr>
            <w:r w:rsidRPr="00B1085F">
              <w:rPr>
                <w:rFonts w:ascii="Garamond" w:hAnsi="Garamond" w:cs="Arial"/>
                <w:sz w:val="24"/>
                <w:szCs w:val="24"/>
              </w:rPr>
              <w:fldChar w:fldCharType="begin">
                <w:ffData>
                  <w:name w:val="Testo172"/>
                  <w:enabled/>
                  <w:calcOnExit w:val="0"/>
                  <w:textInput/>
                </w:ffData>
              </w:fldChar>
            </w:r>
            <w:r w:rsidRPr="00B1085F">
              <w:rPr>
                <w:rFonts w:ascii="Garamond" w:hAnsi="Garamond" w:cs="Arial"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sz w:val="24"/>
                <w:szCs w:val="24"/>
              </w:rPr>
            </w:r>
            <w:r w:rsidRPr="00B1085F">
              <w:rPr>
                <w:rFonts w:ascii="Garamond" w:hAnsi="Garamond" w:cs="Arial"/>
                <w:sz w:val="24"/>
                <w:szCs w:val="24"/>
              </w:rPr>
              <w:fldChar w:fldCharType="separate"/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sz w:val="24"/>
                <w:szCs w:val="24"/>
              </w:rPr>
              <w:fldChar w:fldCharType="end"/>
            </w:r>
          </w:p>
        </w:tc>
        <w:tc>
          <w:tcPr>
            <w:tcW w:w="736" w:type="dxa"/>
          </w:tcPr>
          <w:p w14:paraId="204D436A" w14:textId="77777777" w:rsidR="00236FFF" w:rsidRPr="00B1085F" w:rsidRDefault="00236FFF" w:rsidP="000269B0">
            <w:pPr>
              <w:pStyle w:val="Rientrocorpodeltesto3"/>
              <w:widowControl w:val="0"/>
              <w:spacing w:before="40" w:after="40"/>
              <w:ind w:left="0"/>
              <w:rPr>
                <w:rFonts w:ascii="Garamond" w:hAnsi="Garamond" w:cs="Arial"/>
                <w:sz w:val="24"/>
                <w:szCs w:val="24"/>
              </w:rPr>
            </w:pPr>
            <w:r w:rsidRPr="00B1085F">
              <w:rPr>
                <w:rFonts w:ascii="Garamond" w:hAnsi="Garamond" w:cs="Arial"/>
                <w:sz w:val="24"/>
                <w:szCs w:val="24"/>
              </w:rPr>
              <w:t>Data</w:t>
            </w:r>
          </w:p>
        </w:tc>
        <w:tc>
          <w:tcPr>
            <w:tcW w:w="2835" w:type="dxa"/>
            <w:gridSpan w:val="2"/>
            <w:vAlign w:val="center"/>
          </w:tcPr>
          <w:p w14:paraId="4F1FF72C" w14:textId="77777777" w:rsidR="00236FFF" w:rsidRPr="00B1085F" w:rsidRDefault="00236FFF" w:rsidP="000269B0">
            <w:pPr>
              <w:pStyle w:val="Rientrocorpodeltesto3"/>
              <w:widowControl w:val="0"/>
              <w:spacing w:before="40" w:after="40"/>
              <w:ind w:left="0"/>
              <w:rPr>
                <w:rFonts w:ascii="Garamond" w:hAnsi="Garamond" w:cs="Arial"/>
                <w:sz w:val="24"/>
                <w:szCs w:val="24"/>
              </w:rPr>
            </w:pPr>
            <w:r w:rsidRPr="00B1085F">
              <w:rPr>
                <w:rFonts w:ascii="Garamond" w:hAnsi="Garamond" w:cs="Arial"/>
                <w:sz w:val="24"/>
                <w:szCs w:val="24"/>
              </w:rPr>
              <w:fldChar w:fldCharType="begin">
                <w:ffData>
                  <w:name w:val="Testo174"/>
                  <w:enabled/>
                  <w:calcOnExit w:val="0"/>
                  <w:textInput/>
                </w:ffData>
              </w:fldChar>
            </w:r>
            <w:r w:rsidRPr="00B1085F">
              <w:rPr>
                <w:rFonts w:ascii="Garamond" w:hAnsi="Garamond" w:cs="Arial"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sz w:val="24"/>
                <w:szCs w:val="24"/>
              </w:rPr>
            </w:r>
            <w:r w:rsidRPr="00B1085F">
              <w:rPr>
                <w:rFonts w:ascii="Garamond" w:hAnsi="Garamond" w:cs="Arial"/>
                <w:sz w:val="24"/>
                <w:szCs w:val="24"/>
              </w:rPr>
              <w:fldChar w:fldCharType="separate"/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sz w:val="24"/>
                <w:szCs w:val="24"/>
              </w:rPr>
              <w:fldChar w:fldCharType="end"/>
            </w:r>
          </w:p>
        </w:tc>
      </w:tr>
      <w:tr w:rsidR="00236FFF" w:rsidRPr="00B1085F" w14:paraId="54B0969D" w14:textId="77777777" w:rsidTr="00431AAE">
        <w:tc>
          <w:tcPr>
            <w:tcW w:w="4536" w:type="dxa"/>
            <w:gridSpan w:val="4"/>
            <w:vAlign w:val="center"/>
          </w:tcPr>
          <w:p w14:paraId="5947EBDD" w14:textId="77777777" w:rsidR="00236FFF" w:rsidRPr="00B1085F" w:rsidRDefault="00236FFF" w:rsidP="000269B0">
            <w:pPr>
              <w:widowControl w:val="0"/>
              <w:spacing w:before="40" w:after="4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1085F">
              <w:rPr>
                <w:rFonts w:ascii="Garamond" w:hAnsi="Garamond" w:cs="Arial"/>
                <w:sz w:val="24"/>
                <w:szCs w:val="24"/>
              </w:rPr>
              <w:t xml:space="preserve">Letto, confermato e sottoscritto* da: </w:t>
            </w:r>
          </w:p>
        </w:tc>
        <w:tc>
          <w:tcPr>
            <w:tcW w:w="2268" w:type="dxa"/>
            <w:vAlign w:val="center"/>
          </w:tcPr>
          <w:p w14:paraId="37305819" w14:textId="77777777" w:rsidR="00236FFF" w:rsidRPr="00B1085F" w:rsidRDefault="00236FFF" w:rsidP="000269B0">
            <w:pPr>
              <w:widowControl w:val="0"/>
              <w:spacing w:before="40" w:after="4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1085F">
              <w:rPr>
                <w:rFonts w:ascii="Garamond" w:hAnsi="Garamond" w:cs="Arial"/>
                <w:sz w:val="24"/>
                <w:szCs w:val="24"/>
              </w:rPr>
              <w:fldChar w:fldCharType="begin">
                <w:ffData>
                  <w:name w:val="Testo175"/>
                  <w:enabled/>
                  <w:calcOnExit w:val="0"/>
                  <w:textInput/>
                </w:ffData>
              </w:fldChar>
            </w:r>
            <w:r w:rsidRPr="00B1085F">
              <w:rPr>
                <w:rFonts w:ascii="Garamond" w:hAnsi="Garamond" w:cs="Arial"/>
                <w:sz w:val="24"/>
                <w:szCs w:val="24"/>
              </w:rPr>
              <w:instrText xml:space="preserve"> FORMTEXT </w:instrText>
            </w:r>
            <w:r w:rsidRPr="00B1085F">
              <w:rPr>
                <w:rFonts w:ascii="Garamond" w:hAnsi="Garamond" w:cs="Arial"/>
                <w:sz w:val="24"/>
                <w:szCs w:val="24"/>
              </w:rPr>
            </w:r>
            <w:r w:rsidRPr="00B1085F">
              <w:rPr>
                <w:rFonts w:ascii="Garamond" w:hAnsi="Garamond" w:cs="Arial"/>
                <w:sz w:val="24"/>
                <w:szCs w:val="24"/>
              </w:rPr>
              <w:fldChar w:fldCharType="separate"/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B1085F">
              <w:rPr>
                <w:rFonts w:ascii="Garamond" w:hAnsi="Garamond" w:cs="Arial"/>
                <w:sz w:val="24"/>
                <w:szCs w:val="24"/>
              </w:rPr>
              <w:fldChar w:fldCharType="end"/>
            </w:r>
          </w:p>
        </w:tc>
      </w:tr>
    </w:tbl>
    <w:p w14:paraId="158EF595" w14:textId="77777777" w:rsidR="007B1BA7" w:rsidRPr="00B1085F" w:rsidRDefault="007B1BA7" w:rsidP="000269B0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19843F42" w14:textId="77777777" w:rsidR="00B83528" w:rsidRDefault="00B83528" w:rsidP="000269B0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7C0983CC" w14:textId="77777777" w:rsidR="00B83528" w:rsidRDefault="00B83528" w:rsidP="000269B0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1643B0BC" w14:textId="77777777" w:rsidR="00B83528" w:rsidRDefault="00B83528" w:rsidP="000269B0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50DBF1F3" w14:textId="77777777" w:rsidR="00B83528" w:rsidRDefault="00B83528" w:rsidP="000269B0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7BB73A85" w14:textId="77777777" w:rsidR="00B83528" w:rsidRDefault="00B83528" w:rsidP="000269B0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0764A824" w14:textId="77777777" w:rsidR="00B83528" w:rsidRDefault="00B83528" w:rsidP="000269B0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14ED696D" w14:textId="77777777" w:rsidR="00B83528" w:rsidRDefault="00B83528" w:rsidP="000269B0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5242A507" w14:textId="77777777" w:rsidR="00B83528" w:rsidRDefault="00B83528" w:rsidP="000269B0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</w:p>
    <w:p w14:paraId="287001DD" w14:textId="61C1DB94" w:rsidR="00236FFF" w:rsidRPr="00B1085F" w:rsidRDefault="00DB38E2" w:rsidP="000269B0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b/>
          <w:sz w:val="24"/>
          <w:szCs w:val="24"/>
        </w:rPr>
      </w:pPr>
      <w:r w:rsidRPr="00B1085F">
        <w:rPr>
          <w:rFonts w:ascii="Garamond" w:hAnsi="Garamond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034C74" wp14:editId="140922FD">
                <wp:simplePos x="0" y="0"/>
                <wp:positionH relativeFrom="column">
                  <wp:posOffset>0</wp:posOffset>
                </wp:positionH>
                <wp:positionV relativeFrom="paragraph">
                  <wp:posOffset>165100</wp:posOffset>
                </wp:positionV>
                <wp:extent cx="589407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C46AF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pt" to="464.1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"/>
            </w:pict>
          </mc:Fallback>
        </mc:AlternateContent>
      </w:r>
    </w:p>
    <w:p w14:paraId="6C043F9E" w14:textId="3B9B19E9" w:rsidR="00236FFF" w:rsidRPr="005E40F3" w:rsidRDefault="00236FFF" w:rsidP="000269B0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i/>
          <w:sz w:val="22"/>
          <w:szCs w:val="24"/>
        </w:rPr>
      </w:pPr>
      <w:r w:rsidRPr="00B1085F">
        <w:rPr>
          <w:rFonts w:ascii="Garamond" w:hAnsi="Garamond" w:cs="Arial"/>
          <w:i/>
          <w:sz w:val="22"/>
          <w:szCs w:val="24"/>
        </w:rPr>
        <w:t>* L</w:t>
      </w:r>
      <w:r w:rsidR="003855C4" w:rsidRPr="00B1085F">
        <w:rPr>
          <w:rFonts w:ascii="Garamond" w:hAnsi="Garamond" w:cs="Arial"/>
          <w:i/>
          <w:sz w:val="22"/>
          <w:szCs w:val="24"/>
        </w:rPr>
        <w:t>a</w:t>
      </w:r>
      <w:r w:rsidRPr="00B1085F">
        <w:rPr>
          <w:rFonts w:ascii="Garamond" w:hAnsi="Garamond" w:cs="Arial"/>
          <w:i/>
          <w:sz w:val="22"/>
          <w:szCs w:val="24"/>
        </w:rPr>
        <w:t xml:space="preserve"> </w:t>
      </w:r>
      <w:r w:rsidR="00B83528">
        <w:rPr>
          <w:rFonts w:ascii="Garamond" w:hAnsi="Garamond" w:cs="Arial"/>
          <w:i/>
          <w:sz w:val="22"/>
          <w:szCs w:val="24"/>
        </w:rPr>
        <w:t xml:space="preserve">richiesta </w:t>
      </w:r>
      <w:r w:rsidR="00B606CE" w:rsidRPr="00B1085F">
        <w:rPr>
          <w:rFonts w:ascii="Garamond" w:hAnsi="Garamond" w:cs="Arial"/>
          <w:i/>
          <w:sz w:val="22"/>
          <w:szCs w:val="24"/>
        </w:rPr>
        <w:t xml:space="preserve">può </w:t>
      </w:r>
      <w:r w:rsidRPr="00B1085F">
        <w:rPr>
          <w:rFonts w:ascii="Garamond" w:hAnsi="Garamond" w:cs="Arial"/>
          <w:i/>
          <w:sz w:val="22"/>
          <w:szCs w:val="24"/>
        </w:rPr>
        <w:t xml:space="preserve">essere </w:t>
      </w:r>
      <w:r w:rsidR="00B606CE" w:rsidRPr="00B1085F">
        <w:rPr>
          <w:rFonts w:ascii="Garamond" w:hAnsi="Garamond" w:cs="Arial"/>
          <w:i/>
          <w:sz w:val="22"/>
          <w:szCs w:val="24"/>
        </w:rPr>
        <w:t xml:space="preserve">sottoscritta </w:t>
      </w:r>
      <w:r w:rsidRPr="00B1085F">
        <w:rPr>
          <w:rFonts w:ascii="Garamond" w:hAnsi="Garamond" w:cs="Arial"/>
          <w:i/>
          <w:sz w:val="22"/>
          <w:szCs w:val="24"/>
        </w:rPr>
        <w:t>anche da procuratori dei legali rappresentanti</w:t>
      </w:r>
      <w:r w:rsidR="00F06220" w:rsidRPr="00B1085F">
        <w:rPr>
          <w:rFonts w:ascii="Garamond" w:hAnsi="Garamond" w:cs="Arial"/>
          <w:i/>
          <w:sz w:val="22"/>
          <w:szCs w:val="24"/>
        </w:rPr>
        <w:t>, in tal caso allegando la relativa procura notarile</w:t>
      </w:r>
      <w:r w:rsidR="001A3AF6" w:rsidRPr="00B1085F">
        <w:rPr>
          <w:rFonts w:ascii="Garamond" w:hAnsi="Garamond" w:cs="Arial"/>
          <w:i/>
          <w:sz w:val="22"/>
          <w:szCs w:val="24"/>
        </w:rPr>
        <w:t>,</w:t>
      </w:r>
      <w:r w:rsidR="00F06220" w:rsidRPr="00B1085F">
        <w:rPr>
          <w:rFonts w:ascii="Garamond" w:hAnsi="Garamond" w:cs="Arial"/>
          <w:i/>
          <w:sz w:val="22"/>
          <w:szCs w:val="24"/>
        </w:rPr>
        <w:t xml:space="preserve"> ovvero la deliberazione degli organi societari da cui risulti la designazione della persona o delle persone incaricate </w:t>
      </w:r>
      <w:r w:rsidR="00114BD4" w:rsidRPr="00B1085F">
        <w:rPr>
          <w:rFonts w:ascii="Garamond" w:hAnsi="Garamond" w:cs="Arial"/>
          <w:i/>
          <w:sz w:val="22"/>
          <w:szCs w:val="24"/>
        </w:rPr>
        <w:t>in rappresentanza del C</w:t>
      </w:r>
      <w:r w:rsidR="00F06220" w:rsidRPr="00B1085F">
        <w:rPr>
          <w:rFonts w:ascii="Garamond" w:hAnsi="Garamond" w:cs="Arial"/>
          <w:i/>
          <w:sz w:val="22"/>
          <w:szCs w:val="24"/>
        </w:rPr>
        <w:t>oncorrente.</w:t>
      </w:r>
      <w:r w:rsidR="00B83528">
        <w:rPr>
          <w:rFonts w:ascii="Garamond" w:hAnsi="Garamond" w:cs="Arial"/>
          <w:i/>
          <w:sz w:val="22"/>
          <w:szCs w:val="24"/>
        </w:rPr>
        <w:t xml:space="preserve"> In caso di concorrente plurisoggettivo non ancora costituito, la richiesta andrà sottoscritta da tutti i soggetti costituenti la compagine.</w:t>
      </w:r>
    </w:p>
    <w:p w14:paraId="7A098369" w14:textId="2D03D772" w:rsidR="006073EB" w:rsidRPr="00DB0ECB" w:rsidRDefault="006073EB" w:rsidP="000269B0">
      <w:pPr>
        <w:autoSpaceDE w:val="0"/>
        <w:autoSpaceDN w:val="0"/>
        <w:adjustRightInd w:val="0"/>
        <w:spacing w:before="40" w:after="40"/>
        <w:jc w:val="both"/>
        <w:rPr>
          <w:rFonts w:ascii="Garamond" w:hAnsi="Garamond" w:cs="Arial"/>
          <w:sz w:val="24"/>
          <w:szCs w:val="24"/>
        </w:rPr>
      </w:pPr>
    </w:p>
    <w:sectPr w:rsidR="006073EB" w:rsidRPr="00DB0ECB" w:rsidSect="00A10756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6" w:h="16838"/>
      <w:pgMar w:top="1701" w:right="1134" w:bottom="1701" w:left="1134" w:header="816" w:footer="74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A7025" w14:textId="77777777" w:rsidR="0045054D" w:rsidRDefault="0045054D">
      <w:r>
        <w:separator/>
      </w:r>
    </w:p>
  </w:endnote>
  <w:endnote w:type="continuationSeparator" w:id="0">
    <w:p w14:paraId="01D7F42F" w14:textId="77777777" w:rsidR="0045054D" w:rsidRDefault="0045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55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834C7" w14:textId="77777777" w:rsidR="00223CF7" w:rsidRDefault="00223CF7" w:rsidP="00BF37F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1FD8531" w14:textId="77777777" w:rsidR="00223CF7" w:rsidRDefault="00223CF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071"/>
      <w:gridCol w:w="1567"/>
    </w:tblGrid>
    <w:tr w:rsidR="00223CF7" w:rsidRPr="00B27601" w14:paraId="7E1D47DD" w14:textId="77777777" w:rsidTr="00B27601">
      <w:tc>
        <w:tcPr>
          <w:tcW w:w="8188" w:type="dxa"/>
        </w:tcPr>
        <w:p w14:paraId="5746DF6C" w14:textId="77777777" w:rsidR="00223CF7" w:rsidRPr="00B27601" w:rsidRDefault="00223CF7" w:rsidP="000D7ABF">
          <w:pPr>
            <w:pStyle w:val="Pidipagina"/>
            <w:spacing w:before="240"/>
            <w:jc w:val="right"/>
            <w:rPr>
              <w:rFonts w:ascii="Garamond" w:hAnsi="Garamond" w:cs="Arial"/>
            </w:rPr>
          </w:pPr>
          <w:r w:rsidRPr="000D7ABF">
            <w:rPr>
              <w:rFonts w:ascii="Garamond" w:hAnsi="Garamond" w:cs="Arial"/>
            </w:rPr>
            <w:t>All</w:t>
          </w:r>
          <w:r>
            <w:rPr>
              <w:rFonts w:ascii="Garamond" w:hAnsi="Garamond" w:cs="Arial"/>
            </w:rPr>
            <w:t xml:space="preserve">egato </w:t>
          </w:r>
          <w:r w:rsidRPr="000D7ABF">
            <w:rPr>
              <w:rFonts w:ascii="Garamond" w:hAnsi="Garamond" w:cs="Arial"/>
            </w:rPr>
            <w:t>A</w:t>
          </w:r>
          <w:r>
            <w:rPr>
              <w:rFonts w:ascii="Garamond" w:hAnsi="Garamond" w:cs="Arial"/>
            </w:rPr>
            <w:t xml:space="preserve"> - </w:t>
          </w:r>
          <w:r w:rsidRPr="000D7ABF">
            <w:rPr>
              <w:rFonts w:ascii="Garamond" w:hAnsi="Garamond" w:cs="Arial"/>
            </w:rPr>
            <w:t>Domanda di Partecipazione e Dichiarazione a corredo dell'offerta</w:t>
          </w:r>
          <w:r w:rsidRPr="00B27601">
            <w:rPr>
              <w:rFonts w:ascii="Garamond" w:hAnsi="Garamond" w:cs="Arial"/>
            </w:rPr>
            <w:tab/>
          </w:r>
        </w:p>
      </w:tc>
      <w:tc>
        <w:tcPr>
          <w:tcW w:w="1590" w:type="dxa"/>
        </w:tcPr>
        <w:p w14:paraId="54F60B53" w14:textId="77777777" w:rsidR="00223CF7" w:rsidRPr="00B27601" w:rsidRDefault="00223CF7" w:rsidP="00B27601">
          <w:pPr>
            <w:pStyle w:val="Pidipagina"/>
            <w:spacing w:before="240"/>
            <w:jc w:val="right"/>
            <w:rPr>
              <w:rFonts w:ascii="Garamond" w:hAnsi="Garamond" w:cs="Arial"/>
            </w:rPr>
          </w:pPr>
          <w:r w:rsidRPr="00B27601">
            <w:rPr>
              <w:rFonts w:ascii="Garamond" w:hAnsi="Garamond" w:cs="Arial"/>
            </w:rPr>
            <w:t xml:space="preserve">Pagina </w:t>
          </w:r>
          <w:r w:rsidRPr="00B27601">
            <w:rPr>
              <w:rFonts w:ascii="Garamond" w:hAnsi="Garamond" w:cs="Arial"/>
            </w:rPr>
            <w:fldChar w:fldCharType="begin"/>
          </w:r>
          <w:r w:rsidRPr="00B27601">
            <w:rPr>
              <w:rFonts w:ascii="Garamond" w:hAnsi="Garamond" w:cs="Arial"/>
            </w:rPr>
            <w:instrText xml:space="preserve"> PAGE   \* MERGEFORMAT </w:instrText>
          </w:r>
          <w:r w:rsidRPr="00B27601">
            <w:rPr>
              <w:rFonts w:ascii="Garamond" w:hAnsi="Garamond" w:cs="Arial"/>
            </w:rPr>
            <w:fldChar w:fldCharType="separate"/>
          </w:r>
          <w:r>
            <w:rPr>
              <w:rFonts w:ascii="Garamond" w:hAnsi="Garamond" w:cs="Arial"/>
              <w:noProof/>
            </w:rPr>
            <w:t>1</w:t>
          </w:r>
          <w:r w:rsidRPr="00B27601">
            <w:rPr>
              <w:rFonts w:ascii="Garamond" w:hAnsi="Garamond" w:cs="Arial"/>
            </w:rPr>
            <w:fldChar w:fldCharType="end"/>
          </w:r>
          <w:r w:rsidRPr="00B27601">
            <w:rPr>
              <w:rFonts w:ascii="Garamond" w:hAnsi="Garamond" w:cs="Arial"/>
            </w:rPr>
            <w:t xml:space="preserve"> di </w:t>
          </w:r>
          <w:r w:rsidRPr="00B27601">
            <w:rPr>
              <w:rFonts w:ascii="Garamond" w:hAnsi="Garamond" w:cs="Arial"/>
            </w:rPr>
            <w:fldChar w:fldCharType="begin"/>
          </w:r>
          <w:r w:rsidRPr="00B27601">
            <w:rPr>
              <w:rFonts w:ascii="Garamond" w:hAnsi="Garamond" w:cs="Arial"/>
            </w:rPr>
            <w:instrText xml:space="preserve"> NUMPAGES   \* MERGEFORMAT </w:instrText>
          </w:r>
          <w:r w:rsidRPr="00B27601">
            <w:rPr>
              <w:rFonts w:ascii="Garamond" w:hAnsi="Garamond" w:cs="Arial"/>
            </w:rPr>
            <w:fldChar w:fldCharType="separate"/>
          </w:r>
          <w:r>
            <w:rPr>
              <w:rFonts w:ascii="Garamond" w:hAnsi="Garamond" w:cs="Arial"/>
              <w:noProof/>
            </w:rPr>
            <w:t>4</w:t>
          </w:r>
          <w:r w:rsidRPr="00B27601">
            <w:rPr>
              <w:rFonts w:ascii="Garamond" w:hAnsi="Garamond" w:cs="Arial"/>
            </w:rPr>
            <w:fldChar w:fldCharType="end"/>
          </w:r>
        </w:p>
      </w:tc>
    </w:tr>
  </w:tbl>
  <w:p w14:paraId="445AEBE3" w14:textId="77777777" w:rsidR="00223CF7" w:rsidRDefault="00223CF7" w:rsidP="00B7575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C65CA" w14:textId="77777777" w:rsidR="0045054D" w:rsidRDefault="0045054D">
      <w:r>
        <w:separator/>
      </w:r>
    </w:p>
  </w:footnote>
  <w:footnote w:type="continuationSeparator" w:id="0">
    <w:p w14:paraId="04D42C87" w14:textId="77777777" w:rsidR="0045054D" w:rsidRDefault="00450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71"/>
      <w:gridCol w:w="8199"/>
    </w:tblGrid>
    <w:tr w:rsidR="00223CF7" w14:paraId="36BE622E" w14:textId="77777777">
      <w:trPr>
        <w:trHeight w:val="430"/>
      </w:trPr>
      <w:tc>
        <w:tcPr>
          <w:tcW w:w="2671" w:type="dxa"/>
        </w:tcPr>
        <w:p w14:paraId="186B33B3" w14:textId="77777777" w:rsidR="00223CF7" w:rsidRDefault="00223CF7">
          <w:pPr>
            <w:pStyle w:val="Intestazione"/>
          </w:pPr>
        </w:p>
      </w:tc>
      <w:tc>
        <w:tcPr>
          <w:tcW w:w="8199" w:type="dxa"/>
        </w:tcPr>
        <w:p w14:paraId="63AB1E83" w14:textId="77777777" w:rsidR="00223CF7" w:rsidRDefault="00223CF7">
          <w:pPr>
            <w:pStyle w:val="Intestazione"/>
            <w:ind w:left="-113"/>
          </w:pPr>
          <w:r>
            <w:object w:dxaOrig="3331" w:dyaOrig="391" w14:anchorId="5B89BD4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53.25pt;height:18pt" fillcolor="window">
                <v:imagedata r:id="rId1" o:title=""/>
              </v:shape>
              <o:OLEObject Type="Embed" ProgID="Word.Picture.8" ShapeID="_x0000_i1025" DrawAspect="Content" ObjectID="_1814616130" r:id="rId2"/>
            </w:object>
          </w:r>
        </w:p>
      </w:tc>
    </w:tr>
  </w:tbl>
  <w:p w14:paraId="40C94957" w14:textId="77777777" w:rsidR="00223CF7" w:rsidRDefault="00223CF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4B4D" w14:textId="21AAB406" w:rsidR="00223CF7" w:rsidRDefault="00223CF7" w:rsidP="008077AA">
    <w:pPr>
      <w:pStyle w:val="Intestazione"/>
      <w:tabs>
        <w:tab w:val="clear" w:pos="4819"/>
        <w:tab w:val="clear" w:pos="9638"/>
      </w:tabs>
    </w:pPr>
    <w:r>
      <w:tab/>
    </w:r>
    <w:r>
      <w:tab/>
    </w:r>
    <w:r w:rsidR="002A71DC">
      <w:tab/>
    </w:r>
    <w:r w:rsidR="002A71DC">
      <w:tab/>
    </w:r>
    <w:r w:rsidR="002A71DC">
      <w:tab/>
    </w:r>
    <w:r w:rsidR="002A71DC">
      <w:tab/>
    </w:r>
    <w:r w:rsidRPr="00D8747E">
      <w:t>Allegato 1</w:t>
    </w:r>
    <w:r w:rsidR="002A71DC">
      <w:t xml:space="preserve"> al Regolamento Accesso agli atti di Acquisti FSE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D3425" w14:textId="77777777" w:rsidR="00223CF7" w:rsidRPr="00273F67" w:rsidRDefault="00223CF7" w:rsidP="00AC4F0D">
    <w:pPr>
      <w:pStyle w:val="Intestazione"/>
      <w:jc w:val="right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40576"/>
    <w:multiLevelType w:val="hybridMultilevel"/>
    <w:tmpl w:val="3A36AC1E"/>
    <w:lvl w:ilvl="0" w:tplc="FEBAB18C">
      <w:start w:val="10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2F175249"/>
    <w:multiLevelType w:val="hybridMultilevel"/>
    <w:tmpl w:val="052A6D7A"/>
    <w:lvl w:ilvl="0" w:tplc="821844DC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96C1F"/>
    <w:multiLevelType w:val="singleLevel"/>
    <w:tmpl w:val="666A4742"/>
    <w:lvl w:ilvl="0">
      <w:start w:val="1"/>
      <w:numFmt w:val="bullet"/>
      <w:pStyle w:val="Puntoelenco4"/>
      <w:lvlText w:val="–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</w:rPr>
    </w:lvl>
  </w:abstractNum>
  <w:abstractNum w:abstractNumId="3" w15:restartNumberingAfterBreak="0">
    <w:nsid w:val="470B4502"/>
    <w:multiLevelType w:val="multilevel"/>
    <w:tmpl w:val="B7D4E12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16E3C42"/>
    <w:multiLevelType w:val="hybridMultilevel"/>
    <w:tmpl w:val="E96801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21C41"/>
    <w:multiLevelType w:val="hybridMultilevel"/>
    <w:tmpl w:val="0B840640"/>
    <w:lvl w:ilvl="0" w:tplc="37A41BC2">
      <w:start w:val="1"/>
      <w:numFmt w:val="bullet"/>
      <w:lvlText w:val=""/>
      <w:lvlJc w:val="left"/>
      <w:rPr>
        <w:rFonts w:ascii="Wingdings" w:hAnsi="Wingdings" w:hint="default"/>
        <w:b/>
        <w:bCs/>
        <w:color w:val="auto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00005">
      <w:start w:val="3"/>
      <w:numFmt w:val="bullet"/>
      <w:lvlText w:val=""/>
      <w:lvlJc w:val="left"/>
      <w:pPr>
        <w:tabs>
          <w:tab w:val="num" w:pos="2748"/>
        </w:tabs>
        <w:ind w:left="2748" w:hanging="708"/>
      </w:pPr>
      <w:rPr>
        <w:rFonts w:ascii="Wingdings" w:hAnsi="Wingdings" w:cs="Times New Roman" w:hint="default"/>
        <w:color w:val="auto"/>
      </w:rPr>
    </w:lvl>
    <w:lvl w:ilvl="3" w:tplc="04100001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55B83AAB"/>
    <w:multiLevelType w:val="hybridMultilevel"/>
    <w:tmpl w:val="D116BCF8"/>
    <w:lvl w:ilvl="0" w:tplc="CCEAE8E8">
      <w:start w:val="1"/>
      <w:numFmt w:val="bullet"/>
      <w:lvlText w:val="-"/>
      <w:lvlJc w:val="left"/>
      <w:pPr>
        <w:ind w:left="1512" w:hanging="360"/>
      </w:pPr>
      <w:rPr>
        <w:rFonts w:ascii="Arial" w:eastAsia="Arial" w:hAnsi="Arial" w:hint="default"/>
        <w:color w:val="343B3A"/>
        <w:w w:val="97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5EE11A98"/>
    <w:multiLevelType w:val="hybridMultilevel"/>
    <w:tmpl w:val="2D04418C"/>
    <w:lvl w:ilvl="0" w:tplc="0410000B">
      <w:start w:val="1"/>
      <w:numFmt w:val="bullet"/>
      <w:lvlText w:val=""/>
      <w:lvlJc w:val="left"/>
      <w:rPr>
        <w:rFonts w:ascii="Wingdings" w:hAnsi="Wingdings" w:hint="default"/>
        <w:b/>
        <w:bCs/>
        <w:color w:val="0000FF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00005">
      <w:start w:val="3"/>
      <w:numFmt w:val="bullet"/>
      <w:lvlText w:val=""/>
      <w:lvlJc w:val="left"/>
      <w:pPr>
        <w:tabs>
          <w:tab w:val="num" w:pos="2748"/>
        </w:tabs>
        <w:ind w:left="2748" w:hanging="708"/>
      </w:pPr>
      <w:rPr>
        <w:rFonts w:ascii="Wingdings" w:hAnsi="Wingdings" w:cs="Times New Roman" w:hint="default"/>
        <w:color w:val="auto"/>
      </w:rPr>
    </w:lvl>
    <w:lvl w:ilvl="3" w:tplc="04100001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68AE1EEF"/>
    <w:multiLevelType w:val="hybridMultilevel"/>
    <w:tmpl w:val="A55409BC"/>
    <w:lvl w:ilvl="0" w:tplc="C8306610">
      <w:start w:val="1"/>
      <w:numFmt w:val="bullet"/>
      <w:lvlText w:val=""/>
      <w:lvlJc w:val="left"/>
      <w:rPr>
        <w:rFonts w:ascii="Wingdings" w:hAnsi="Wingdings" w:hint="default"/>
        <w:b/>
        <w:bCs/>
        <w:color w:val="auto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00005">
      <w:start w:val="3"/>
      <w:numFmt w:val="bullet"/>
      <w:lvlText w:val=""/>
      <w:lvlJc w:val="left"/>
      <w:pPr>
        <w:tabs>
          <w:tab w:val="num" w:pos="2748"/>
        </w:tabs>
        <w:ind w:left="2748" w:hanging="708"/>
      </w:pPr>
      <w:rPr>
        <w:rFonts w:ascii="Wingdings" w:hAnsi="Wingdings" w:cs="Times New Roman" w:hint="default"/>
        <w:color w:val="auto"/>
      </w:rPr>
    </w:lvl>
    <w:lvl w:ilvl="3" w:tplc="04100001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69217411"/>
    <w:multiLevelType w:val="hybridMultilevel"/>
    <w:tmpl w:val="E24E4FA8"/>
    <w:lvl w:ilvl="0" w:tplc="CCEAE8E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color w:val="343B3A"/>
        <w:w w:val="97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5E23AA"/>
    <w:multiLevelType w:val="hybridMultilevel"/>
    <w:tmpl w:val="91DC0D52"/>
    <w:lvl w:ilvl="0" w:tplc="3FEEE9A8">
      <w:start w:val="1"/>
      <w:numFmt w:val="bullet"/>
      <w:lvlText w:val=""/>
      <w:lvlJc w:val="left"/>
      <w:rPr>
        <w:rFonts w:ascii="Wingdings" w:hAnsi="Wingdings" w:hint="default"/>
        <w:strike w:val="0"/>
        <w:dstrike w:val="0"/>
        <w:color w:val="auto"/>
        <w:sz w:val="20"/>
        <w:szCs w:val="20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478DF"/>
    <w:multiLevelType w:val="hybridMultilevel"/>
    <w:tmpl w:val="37B46B04"/>
    <w:lvl w:ilvl="0" w:tplc="CA604E8C">
      <w:start w:val="1"/>
      <w:numFmt w:val="bullet"/>
      <w:lvlText w:val=""/>
      <w:lvlJc w:val="left"/>
      <w:rPr>
        <w:rFonts w:ascii="Wingdings" w:hAnsi="Wingdings" w:hint="default"/>
        <w:b/>
        <w:bCs/>
        <w:color w:val="auto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00005">
      <w:start w:val="3"/>
      <w:numFmt w:val="bullet"/>
      <w:lvlText w:val=""/>
      <w:lvlJc w:val="left"/>
      <w:pPr>
        <w:tabs>
          <w:tab w:val="num" w:pos="2748"/>
        </w:tabs>
        <w:ind w:left="2748" w:hanging="708"/>
      </w:pPr>
      <w:rPr>
        <w:rFonts w:ascii="Wingdings" w:hAnsi="Wingdings" w:cs="Times New Roman" w:hint="default"/>
        <w:color w:val="auto"/>
      </w:rPr>
    </w:lvl>
    <w:lvl w:ilvl="3" w:tplc="04100001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75D427CF"/>
    <w:multiLevelType w:val="hybridMultilevel"/>
    <w:tmpl w:val="A98A87E8"/>
    <w:lvl w:ilvl="0" w:tplc="4A504EEA">
      <w:start w:val="1"/>
      <w:numFmt w:val="bullet"/>
      <w:lvlText w:val=""/>
      <w:lvlJc w:val="left"/>
      <w:rPr>
        <w:rFonts w:ascii="Wingdings" w:hAnsi="Wingdings" w:hint="default"/>
        <w:b/>
        <w:bCs/>
        <w:color w:val="auto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00005">
      <w:start w:val="3"/>
      <w:numFmt w:val="bullet"/>
      <w:lvlText w:val=""/>
      <w:lvlJc w:val="left"/>
      <w:pPr>
        <w:tabs>
          <w:tab w:val="num" w:pos="2748"/>
        </w:tabs>
        <w:ind w:left="2748" w:hanging="708"/>
      </w:pPr>
      <w:rPr>
        <w:rFonts w:ascii="Wingdings" w:hAnsi="Wingdings" w:cs="Times New Roman" w:hint="default"/>
        <w:color w:val="auto"/>
      </w:rPr>
    </w:lvl>
    <w:lvl w:ilvl="3" w:tplc="04100001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939606639">
    <w:abstractNumId w:val="10"/>
  </w:num>
  <w:num w:numId="2" w16cid:durableId="178857128">
    <w:abstractNumId w:val="2"/>
  </w:num>
  <w:num w:numId="3" w16cid:durableId="1094126446">
    <w:abstractNumId w:val="7"/>
  </w:num>
  <w:num w:numId="4" w16cid:durableId="1007831977">
    <w:abstractNumId w:val="3"/>
  </w:num>
  <w:num w:numId="5" w16cid:durableId="1316226760">
    <w:abstractNumId w:val="6"/>
  </w:num>
  <w:num w:numId="6" w16cid:durableId="1880311829">
    <w:abstractNumId w:val="9"/>
  </w:num>
  <w:num w:numId="7" w16cid:durableId="1201168637">
    <w:abstractNumId w:val="0"/>
  </w:num>
  <w:num w:numId="8" w16cid:durableId="89981415">
    <w:abstractNumId w:val="8"/>
  </w:num>
  <w:num w:numId="9" w16cid:durableId="1432899551">
    <w:abstractNumId w:val="12"/>
  </w:num>
  <w:num w:numId="10" w16cid:durableId="826753224">
    <w:abstractNumId w:val="5"/>
  </w:num>
  <w:num w:numId="11" w16cid:durableId="1243756067">
    <w:abstractNumId w:val="11"/>
  </w:num>
  <w:num w:numId="12" w16cid:durableId="353581824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1130450">
    <w:abstractNumId w:val="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0474948">
    <w:abstractNumId w:val="1"/>
  </w:num>
  <w:num w:numId="15" w16cid:durableId="162996989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283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27"/>
    <w:rsid w:val="00000535"/>
    <w:rsid w:val="00001E9F"/>
    <w:rsid w:val="00002676"/>
    <w:rsid w:val="00002E04"/>
    <w:rsid w:val="00003B33"/>
    <w:rsid w:val="000049B1"/>
    <w:rsid w:val="00004BDC"/>
    <w:rsid w:val="00010F10"/>
    <w:rsid w:val="00011ECB"/>
    <w:rsid w:val="0001246E"/>
    <w:rsid w:val="00012A34"/>
    <w:rsid w:val="00013F29"/>
    <w:rsid w:val="00014926"/>
    <w:rsid w:val="000162ED"/>
    <w:rsid w:val="00017428"/>
    <w:rsid w:val="00021DCC"/>
    <w:rsid w:val="0002455B"/>
    <w:rsid w:val="000269B0"/>
    <w:rsid w:val="00032419"/>
    <w:rsid w:val="00032DD3"/>
    <w:rsid w:val="000337F8"/>
    <w:rsid w:val="00034088"/>
    <w:rsid w:val="00034206"/>
    <w:rsid w:val="000351D5"/>
    <w:rsid w:val="000377FC"/>
    <w:rsid w:val="000401BD"/>
    <w:rsid w:val="00040CDB"/>
    <w:rsid w:val="00044A04"/>
    <w:rsid w:val="00045AC2"/>
    <w:rsid w:val="000478F8"/>
    <w:rsid w:val="00051783"/>
    <w:rsid w:val="00051D61"/>
    <w:rsid w:val="00053312"/>
    <w:rsid w:val="00053784"/>
    <w:rsid w:val="000543A7"/>
    <w:rsid w:val="00054543"/>
    <w:rsid w:val="00055339"/>
    <w:rsid w:val="000558D3"/>
    <w:rsid w:val="00055A56"/>
    <w:rsid w:val="00056D0E"/>
    <w:rsid w:val="00060350"/>
    <w:rsid w:val="0006042D"/>
    <w:rsid w:val="0006518E"/>
    <w:rsid w:val="00070065"/>
    <w:rsid w:val="0007026D"/>
    <w:rsid w:val="000738EA"/>
    <w:rsid w:val="00074EBC"/>
    <w:rsid w:val="00074F1D"/>
    <w:rsid w:val="00075699"/>
    <w:rsid w:val="0007670F"/>
    <w:rsid w:val="00077362"/>
    <w:rsid w:val="00081DCC"/>
    <w:rsid w:val="00082DCD"/>
    <w:rsid w:val="00083A17"/>
    <w:rsid w:val="00084708"/>
    <w:rsid w:val="00084FE3"/>
    <w:rsid w:val="00086B76"/>
    <w:rsid w:val="00087A0C"/>
    <w:rsid w:val="00092586"/>
    <w:rsid w:val="000927C6"/>
    <w:rsid w:val="00092F98"/>
    <w:rsid w:val="00097976"/>
    <w:rsid w:val="000A21EC"/>
    <w:rsid w:val="000A26CB"/>
    <w:rsid w:val="000A2827"/>
    <w:rsid w:val="000A5D49"/>
    <w:rsid w:val="000A7502"/>
    <w:rsid w:val="000B14E6"/>
    <w:rsid w:val="000B1F5F"/>
    <w:rsid w:val="000B35EC"/>
    <w:rsid w:val="000B4FF0"/>
    <w:rsid w:val="000B5FEC"/>
    <w:rsid w:val="000B7766"/>
    <w:rsid w:val="000C1064"/>
    <w:rsid w:val="000C30AB"/>
    <w:rsid w:val="000D09FD"/>
    <w:rsid w:val="000D0DFE"/>
    <w:rsid w:val="000D10E5"/>
    <w:rsid w:val="000D32CE"/>
    <w:rsid w:val="000D36DC"/>
    <w:rsid w:val="000D7ABF"/>
    <w:rsid w:val="000E051B"/>
    <w:rsid w:val="000E060C"/>
    <w:rsid w:val="000E139B"/>
    <w:rsid w:val="000E37DF"/>
    <w:rsid w:val="000E418F"/>
    <w:rsid w:val="000E4B7D"/>
    <w:rsid w:val="000E4F45"/>
    <w:rsid w:val="000E5DCD"/>
    <w:rsid w:val="000E6C5D"/>
    <w:rsid w:val="000E6F10"/>
    <w:rsid w:val="000E759A"/>
    <w:rsid w:val="000F04C4"/>
    <w:rsid w:val="000F2097"/>
    <w:rsid w:val="000F26BF"/>
    <w:rsid w:val="000F313A"/>
    <w:rsid w:val="000F317D"/>
    <w:rsid w:val="000F495F"/>
    <w:rsid w:val="000F54CB"/>
    <w:rsid w:val="000F5CBE"/>
    <w:rsid w:val="000F60B7"/>
    <w:rsid w:val="000F6FEC"/>
    <w:rsid w:val="001006F9"/>
    <w:rsid w:val="00100BC7"/>
    <w:rsid w:val="00101746"/>
    <w:rsid w:val="0010275E"/>
    <w:rsid w:val="001045EE"/>
    <w:rsid w:val="0010573F"/>
    <w:rsid w:val="00105763"/>
    <w:rsid w:val="00105BE2"/>
    <w:rsid w:val="00106CF6"/>
    <w:rsid w:val="001073FE"/>
    <w:rsid w:val="00110DD2"/>
    <w:rsid w:val="00111330"/>
    <w:rsid w:val="00114BD4"/>
    <w:rsid w:val="0011558C"/>
    <w:rsid w:val="00121780"/>
    <w:rsid w:val="001218FE"/>
    <w:rsid w:val="00121965"/>
    <w:rsid w:val="001268A2"/>
    <w:rsid w:val="00126E32"/>
    <w:rsid w:val="00127645"/>
    <w:rsid w:val="00127852"/>
    <w:rsid w:val="00131C84"/>
    <w:rsid w:val="00132298"/>
    <w:rsid w:val="001323F6"/>
    <w:rsid w:val="00132AED"/>
    <w:rsid w:val="0013485D"/>
    <w:rsid w:val="0013562C"/>
    <w:rsid w:val="00135FE6"/>
    <w:rsid w:val="001370BD"/>
    <w:rsid w:val="00137B42"/>
    <w:rsid w:val="00141007"/>
    <w:rsid w:val="0014159D"/>
    <w:rsid w:val="00141E8E"/>
    <w:rsid w:val="001477B8"/>
    <w:rsid w:val="00152E77"/>
    <w:rsid w:val="00153D92"/>
    <w:rsid w:val="0016024E"/>
    <w:rsid w:val="00160D11"/>
    <w:rsid w:val="00162222"/>
    <w:rsid w:val="00162575"/>
    <w:rsid w:val="00163320"/>
    <w:rsid w:val="00164705"/>
    <w:rsid w:val="00164903"/>
    <w:rsid w:val="001650A7"/>
    <w:rsid w:val="00170162"/>
    <w:rsid w:val="001737F1"/>
    <w:rsid w:val="00174FD2"/>
    <w:rsid w:val="001756BB"/>
    <w:rsid w:val="00175D86"/>
    <w:rsid w:val="00175F12"/>
    <w:rsid w:val="00177042"/>
    <w:rsid w:val="001801B6"/>
    <w:rsid w:val="001811B2"/>
    <w:rsid w:val="001825DB"/>
    <w:rsid w:val="00182F62"/>
    <w:rsid w:val="0018307F"/>
    <w:rsid w:val="00186D98"/>
    <w:rsid w:val="00187E86"/>
    <w:rsid w:val="001901B0"/>
    <w:rsid w:val="00191611"/>
    <w:rsid w:val="001925B0"/>
    <w:rsid w:val="00196029"/>
    <w:rsid w:val="001A0CAF"/>
    <w:rsid w:val="001A2D92"/>
    <w:rsid w:val="001A3AF6"/>
    <w:rsid w:val="001A3EFC"/>
    <w:rsid w:val="001A51E7"/>
    <w:rsid w:val="001A641F"/>
    <w:rsid w:val="001B0614"/>
    <w:rsid w:val="001B1001"/>
    <w:rsid w:val="001B12D8"/>
    <w:rsid w:val="001B1B56"/>
    <w:rsid w:val="001B1C37"/>
    <w:rsid w:val="001B2AEC"/>
    <w:rsid w:val="001B40CA"/>
    <w:rsid w:val="001B51E3"/>
    <w:rsid w:val="001B557B"/>
    <w:rsid w:val="001B568A"/>
    <w:rsid w:val="001B7B93"/>
    <w:rsid w:val="001C1E16"/>
    <w:rsid w:val="001C291F"/>
    <w:rsid w:val="001C34C1"/>
    <w:rsid w:val="001C631C"/>
    <w:rsid w:val="001D0339"/>
    <w:rsid w:val="001D317A"/>
    <w:rsid w:val="001D3C01"/>
    <w:rsid w:val="001D5ACF"/>
    <w:rsid w:val="001D6055"/>
    <w:rsid w:val="001D65AB"/>
    <w:rsid w:val="001E1000"/>
    <w:rsid w:val="001E1425"/>
    <w:rsid w:val="001E20FE"/>
    <w:rsid w:val="001E2E55"/>
    <w:rsid w:val="001E3DF0"/>
    <w:rsid w:val="001E4DEE"/>
    <w:rsid w:val="001E585B"/>
    <w:rsid w:val="001E7A21"/>
    <w:rsid w:val="001F199C"/>
    <w:rsid w:val="001F218C"/>
    <w:rsid w:val="001F4842"/>
    <w:rsid w:val="002018BE"/>
    <w:rsid w:val="0020494D"/>
    <w:rsid w:val="00204BAD"/>
    <w:rsid w:val="00207A63"/>
    <w:rsid w:val="00210FED"/>
    <w:rsid w:val="00211A63"/>
    <w:rsid w:val="002120ED"/>
    <w:rsid w:val="00212EF6"/>
    <w:rsid w:val="002135BA"/>
    <w:rsid w:val="00214D66"/>
    <w:rsid w:val="00214F79"/>
    <w:rsid w:val="00221857"/>
    <w:rsid w:val="00223CF7"/>
    <w:rsid w:val="00225C77"/>
    <w:rsid w:val="00226DCA"/>
    <w:rsid w:val="00227BEC"/>
    <w:rsid w:val="00227D08"/>
    <w:rsid w:val="0023086B"/>
    <w:rsid w:val="00233773"/>
    <w:rsid w:val="00236FFF"/>
    <w:rsid w:val="00237E69"/>
    <w:rsid w:val="00240AB6"/>
    <w:rsid w:val="002417A0"/>
    <w:rsid w:val="002421D9"/>
    <w:rsid w:val="00242383"/>
    <w:rsid w:val="00242EDA"/>
    <w:rsid w:val="00244121"/>
    <w:rsid w:val="0024553F"/>
    <w:rsid w:val="00245D2D"/>
    <w:rsid w:val="00245EB1"/>
    <w:rsid w:val="002460D8"/>
    <w:rsid w:val="002462C3"/>
    <w:rsid w:val="00250FD0"/>
    <w:rsid w:val="0025159E"/>
    <w:rsid w:val="00251E43"/>
    <w:rsid w:val="00252235"/>
    <w:rsid w:val="002536E3"/>
    <w:rsid w:val="00255096"/>
    <w:rsid w:val="00255106"/>
    <w:rsid w:val="002573DB"/>
    <w:rsid w:val="00260661"/>
    <w:rsid w:val="00261D7B"/>
    <w:rsid w:val="0026215B"/>
    <w:rsid w:val="002625AE"/>
    <w:rsid w:val="0026682E"/>
    <w:rsid w:val="002678B9"/>
    <w:rsid w:val="002707EE"/>
    <w:rsid w:val="00273F67"/>
    <w:rsid w:val="00274373"/>
    <w:rsid w:val="0027649A"/>
    <w:rsid w:val="00276CC2"/>
    <w:rsid w:val="00280973"/>
    <w:rsid w:val="002812EC"/>
    <w:rsid w:val="00281957"/>
    <w:rsid w:val="00281F44"/>
    <w:rsid w:val="002836D2"/>
    <w:rsid w:val="00284752"/>
    <w:rsid w:val="00284882"/>
    <w:rsid w:val="0028542F"/>
    <w:rsid w:val="0028765D"/>
    <w:rsid w:val="00287927"/>
    <w:rsid w:val="00290304"/>
    <w:rsid w:val="0029065C"/>
    <w:rsid w:val="002940D7"/>
    <w:rsid w:val="00294517"/>
    <w:rsid w:val="0029467A"/>
    <w:rsid w:val="002953B3"/>
    <w:rsid w:val="00296565"/>
    <w:rsid w:val="002968C5"/>
    <w:rsid w:val="002A0EC0"/>
    <w:rsid w:val="002A182A"/>
    <w:rsid w:val="002A34EF"/>
    <w:rsid w:val="002A3B86"/>
    <w:rsid w:val="002A4FD0"/>
    <w:rsid w:val="002A71DC"/>
    <w:rsid w:val="002B0E2C"/>
    <w:rsid w:val="002B37F4"/>
    <w:rsid w:val="002B398C"/>
    <w:rsid w:val="002B48E2"/>
    <w:rsid w:val="002B4FE3"/>
    <w:rsid w:val="002B6049"/>
    <w:rsid w:val="002B779F"/>
    <w:rsid w:val="002C0A45"/>
    <w:rsid w:val="002C16E2"/>
    <w:rsid w:val="002C2688"/>
    <w:rsid w:val="002C4CBB"/>
    <w:rsid w:val="002C7337"/>
    <w:rsid w:val="002D08C8"/>
    <w:rsid w:val="002D1045"/>
    <w:rsid w:val="002D134A"/>
    <w:rsid w:val="002D21E0"/>
    <w:rsid w:val="002D3675"/>
    <w:rsid w:val="002D3A14"/>
    <w:rsid w:val="002D43C1"/>
    <w:rsid w:val="002D43F8"/>
    <w:rsid w:val="002D4D8E"/>
    <w:rsid w:val="002D7A8A"/>
    <w:rsid w:val="002E1829"/>
    <w:rsid w:val="002E20A9"/>
    <w:rsid w:val="002E3BC7"/>
    <w:rsid w:val="002E5811"/>
    <w:rsid w:val="002F05E4"/>
    <w:rsid w:val="002F0931"/>
    <w:rsid w:val="002F1719"/>
    <w:rsid w:val="002F1985"/>
    <w:rsid w:val="002F1CCB"/>
    <w:rsid w:val="002F29C7"/>
    <w:rsid w:val="002F2DD9"/>
    <w:rsid w:val="002F3666"/>
    <w:rsid w:val="002F3AC8"/>
    <w:rsid w:val="002F406D"/>
    <w:rsid w:val="002F441D"/>
    <w:rsid w:val="002F488B"/>
    <w:rsid w:val="002F5550"/>
    <w:rsid w:val="002F600B"/>
    <w:rsid w:val="002F7D53"/>
    <w:rsid w:val="00300EBE"/>
    <w:rsid w:val="003034E2"/>
    <w:rsid w:val="0030424A"/>
    <w:rsid w:val="00304B23"/>
    <w:rsid w:val="00304E71"/>
    <w:rsid w:val="003056A6"/>
    <w:rsid w:val="00306E60"/>
    <w:rsid w:val="003077A3"/>
    <w:rsid w:val="00310566"/>
    <w:rsid w:val="0031086E"/>
    <w:rsid w:val="00310BCC"/>
    <w:rsid w:val="0031351E"/>
    <w:rsid w:val="0031484A"/>
    <w:rsid w:val="00315F6C"/>
    <w:rsid w:val="00316029"/>
    <w:rsid w:val="003163A1"/>
    <w:rsid w:val="00316ABE"/>
    <w:rsid w:val="00320FEC"/>
    <w:rsid w:val="003248AB"/>
    <w:rsid w:val="00324FD2"/>
    <w:rsid w:val="00325B11"/>
    <w:rsid w:val="003261EB"/>
    <w:rsid w:val="0032686E"/>
    <w:rsid w:val="00326B99"/>
    <w:rsid w:val="00327655"/>
    <w:rsid w:val="00331C9C"/>
    <w:rsid w:val="0033285B"/>
    <w:rsid w:val="00334490"/>
    <w:rsid w:val="00334E17"/>
    <w:rsid w:val="003357C7"/>
    <w:rsid w:val="00335C4C"/>
    <w:rsid w:val="00335F0C"/>
    <w:rsid w:val="00337381"/>
    <w:rsid w:val="003400A5"/>
    <w:rsid w:val="00340834"/>
    <w:rsid w:val="0034255A"/>
    <w:rsid w:val="00344ACD"/>
    <w:rsid w:val="0034519D"/>
    <w:rsid w:val="00347986"/>
    <w:rsid w:val="003503D3"/>
    <w:rsid w:val="003553F9"/>
    <w:rsid w:val="00355814"/>
    <w:rsid w:val="0035790A"/>
    <w:rsid w:val="0035799C"/>
    <w:rsid w:val="00360A25"/>
    <w:rsid w:val="00361B4F"/>
    <w:rsid w:val="00362C55"/>
    <w:rsid w:val="00362DF8"/>
    <w:rsid w:val="00365EC6"/>
    <w:rsid w:val="00366A1A"/>
    <w:rsid w:val="00366E9D"/>
    <w:rsid w:val="003674D2"/>
    <w:rsid w:val="00373787"/>
    <w:rsid w:val="00377115"/>
    <w:rsid w:val="003779E1"/>
    <w:rsid w:val="00380199"/>
    <w:rsid w:val="00380292"/>
    <w:rsid w:val="00380801"/>
    <w:rsid w:val="003855AF"/>
    <w:rsid w:val="003855C4"/>
    <w:rsid w:val="00385B70"/>
    <w:rsid w:val="003863BC"/>
    <w:rsid w:val="00387478"/>
    <w:rsid w:val="003875D4"/>
    <w:rsid w:val="00390519"/>
    <w:rsid w:val="003956F8"/>
    <w:rsid w:val="00396221"/>
    <w:rsid w:val="0039635C"/>
    <w:rsid w:val="003976CD"/>
    <w:rsid w:val="003A0BCD"/>
    <w:rsid w:val="003A1FC3"/>
    <w:rsid w:val="003A2443"/>
    <w:rsid w:val="003A51B4"/>
    <w:rsid w:val="003A656D"/>
    <w:rsid w:val="003A6F51"/>
    <w:rsid w:val="003B0637"/>
    <w:rsid w:val="003B0CC7"/>
    <w:rsid w:val="003B0E8D"/>
    <w:rsid w:val="003B0EAA"/>
    <w:rsid w:val="003B1411"/>
    <w:rsid w:val="003B15D3"/>
    <w:rsid w:val="003B1DDF"/>
    <w:rsid w:val="003B27DE"/>
    <w:rsid w:val="003B3C73"/>
    <w:rsid w:val="003B3CD7"/>
    <w:rsid w:val="003B64E1"/>
    <w:rsid w:val="003B6610"/>
    <w:rsid w:val="003C3635"/>
    <w:rsid w:val="003C59BB"/>
    <w:rsid w:val="003C6F45"/>
    <w:rsid w:val="003D0A1F"/>
    <w:rsid w:val="003D0FEB"/>
    <w:rsid w:val="003D198E"/>
    <w:rsid w:val="003D2087"/>
    <w:rsid w:val="003D2442"/>
    <w:rsid w:val="003D5D08"/>
    <w:rsid w:val="003D5F55"/>
    <w:rsid w:val="003D688B"/>
    <w:rsid w:val="003D6AE7"/>
    <w:rsid w:val="003D6E18"/>
    <w:rsid w:val="003D7536"/>
    <w:rsid w:val="003D7C70"/>
    <w:rsid w:val="003E0013"/>
    <w:rsid w:val="003E0F2E"/>
    <w:rsid w:val="003E280B"/>
    <w:rsid w:val="003E33FC"/>
    <w:rsid w:val="003E4B6E"/>
    <w:rsid w:val="003E54B1"/>
    <w:rsid w:val="003E6925"/>
    <w:rsid w:val="003F1300"/>
    <w:rsid w:val="003F1419"/>
    <w:rsid w:val="003F1C5C"/>
    <w:rsid w:val="003F2049"/>
    <w:rsid w:val="003F25C7"/>
    <w:rsid w:val="003F3867"/>
    <w:rsid w:val="003F5A9C"/>
    <w:rsid w:val="004012B8"/>
    <w:rsid w:val="004027DD"/>
    <w:rsid w:val="00402D0B"/>
    <w:rsid w:val="00404013"/>
    <w:rsid w:val="00404619"/>
    <w:rsid w:val="0040624D"/>
    <w:rsid w:val="00407217"/>
    <w:rsid w:val="00407412"/>
    <w:rsid w:val="0041092A"/>
    <w:rsid w:val="00412D05"/>
    <w:rsid w:val="00417573"/>
    <w:rsid w:val="0041786D"/>
    <w:rsid w:val="00420E23"/>
    <w:rsid w:val="00421863"/>
    <w:rsid w:val="00421B36"/>
    <w:rsid w:val="00422AC6"/>
    <w:rsid w:val="00430FBE"/>
    <w:rsid w:val="00431AAE"/>
    <w:rsid w:val="004320D0"/>
    <w:rsid w:val="004325D6"/>
    <w:rsid w:val="00433756"/>
    <w:rsid w:val="00433DBD"/>
    <w:rsid w:val="00434991"/>
    <w:rsid w:val="00434BEC"/>
    <w:rsid w:val="004360D5"/>
    <w:rsid w:val="00436E99"/>
    <w:rsid w:val="00440099"/>
    <w:rsid w:val="0044155F"/>
    <w:rsid w:val="00442C01"/>
    <w:rsid w:val="00444EF3"/>
    <w:rsid w:val="00447A25"/>
    <w:rsid w:val="0045001C"/>
    <w:rsid w:val="0045054D"/>
    <w:rsid w:val="00450DD0"/>
    <w:rsid w:val="00451C50"/>
    <w:rsid w:val="004533C5"/>
    <w:rsid w:val="004539F9"/>
    <w:rsid w:val="00455AE6"/>
    <w:rsid w:val="00455EBB"/>
    <w:rsid w:val="00456E70"/>
    <w:rsid w:val="00457BA1"/>
    <w:rsid w:val="0046008E"/>
    <w:rsid w:val="004618F9"/>
    <w:rsid w:val="0046293C"/>
    <w:rsid w:val="00464966"/>
    <w:rsid w:val="0047154E"/>
    <w:rsid w:val="004733BE"/>
    <w:rsid w:val="004748C6"/>
    <w:rsid w:val="004758FF"/>
    <w:rsid w:val="004825D4"/>
    <w:rsid w:val="0048457E"/>
    <w:rsid w:val="004876D2"/>
    <w:rsid w:val="00487997"/>
    <w:rsid w:val="00494475"/>
    <w:rsid w:val="00495637"/>
    <w:rsid w:val="00495AC2"/>
    <w:rsid w:val="004A0ADF"/>
    <w:rsid w:val="004A1276"/>
    <w:rsid w:val="004B0867"/>
    <w:rsid w:val="004B0BCD"/>
    <w:rsid w:val="004B318B"/>
    <w:rsid w:val="004B633A"/>
    <w:rsid w:val="004B6506"/>
    <w:rsid w:val="004B72F1"/>
    <w:rsid w:val="004B7D3E"/>
    <w:rsid w:val="004B7E33"/>
    <w:rsid w:val="004C4CAF"/>
    <w:rsid w:val="004C5A18"/>
    <w:rsid w:val="004C5E45"/>
    <w:rsid w:val="004D0F04"/>
    <w:rsid w:val="004D134C"/>
    <w:rsid w:val="004D16B1"/>
    <w:rsid w:val="004D51EF"/>
    <w:rsid w:val="004D5687"/>
    <w:rsid w:val="004D6352"/>
    <w:rsid w:val="004D6663"/>
    <w:rsid w:val="004D7570"/>
    <w:rsid w:val="004D7744"/>
    <w:rsid w:val="004E07B6"/>
    <w:rsid w:val="004E2177"/>
    <w:rsid w:val="004E3E2A"/>
    <w:rsid w:val="004E4C72"/>
    <w:rsid w:val="004F30B5"/>
    <w:rsid w:val="004F740D"/>
    <w:rsid w:val="004F7D17"/>
    <w:rsid w:val="00500297"/>
    <w:rsid w:val="005057BB"/>
    <w:rsid w:val="005057C0"/>
    <w:rsid w:val="005118C9"/>
    <w:rsid w:val="00511D59"/>
    <w:rsid w:val="00513291"/>
    <w:rsid w:val="00514983"/>
    <w:rsid w:val="00515B03"/>
    <w:rsid w:val="00516737"/>
    <w:rsid w:val="00516B0D"/>
    <w:rsid w:val="005175E8"/>
    <w:rsid w:val="005217B0"/>
    <w:rsid w:val="005219AF"/>
    <w:rsid w:val="00522D12"/>
    <w:rsid w:val="005232E4"/>
    <w:rsid w:val="005240A5"/>
    <w:rsid w:val="00525CC8"/>
    <w:rsid w:val="00530F1F"/>
    <w:rsid w:val="005318A6"/>
    <w:rsid w:val="005341E6"/>
    <w:rsid w:val="00537558"/>
    <w:rsid w:val="0054027F"/>
    <w:rsid w:val="00542676"/>
    <w:rsid w:val="00542BF7"/>
    <w:rsid w:val="00542BFF"/>
    <w:rsid w:val="00542C9C"/>
    <w:rsid w:val="00542F7D"/>
    <w:rsid w:val="00544D7A"/>
    <w:rsid w:val="00545375"/>
    <w:rsid w:val="005477D5"/>
    <w:rsid w:val="00550168"/>
    <w:rsid w:val="0055326E"/>
    <w:rsid w:val="005534F4"/>
    <w:rsid w:val="00554309"/>
    <w:rsid w:val="005544F9"/>
    <w:rsid w:val="005578AD"/>
    <w:rsid w:val="0056014F"/>
    <w:rsid w:val="00562345"/>
    <w:rsid w:val="00565198"/>
    <w:rsid w:val="0056600B"/>
    <w:rsid w:val="00567986"/>
    <w:rsid w:val="00567D9B"/>
    <w:rsid w:val="005702FA"/>
    <w:rsid w:val="00570A68"/>
    <w:rsid w:val="00572558"/>
    <w:rsid w:val="00575402"/>
    <w:rsid w:val="00575949"/>
    <w:rsid w:val="00576F21"/>
    <w:rsid w:val="00580FF7"/>
    <w:rsid w:val="00583281"/>
    <w:rsid w:val="00584EBC"/>
    <w:rsid w:val="005855A3"/>
    <w:rsid w:val="00586C65"/>
    <w:rsid w:val="00591B44"/>
    <w:rsid w:val="00592B77"/>
    <w:rsid w:val="00593379"/>
    <w:rsid w:val="00594258"/>
    <w:rsid w:val="005947F7"/>
    <w:rsid w:val="00594817"/>
    <w:rsid w:val="00594CB9"/>
    <w:rsid w:val="00594E81"/>
    <w:rsid w:val="005953AB"/>
    <w:rsid w:val="005974A0"/>
    <w:rsid w:val="00597978"/>
    <w:rsid w:val="005A0A4F"/>
    <w:rsid w:val="005A0F6E"/>
    <w:rsid w:val="005A1A5F"/>
    <w:rsid w:val="005A30B4"/>
    <w:rsid w:val="005A31AB"/>
    <w:rsid w:val="005A3D32"/>
    <w:rsid w:val="005A3F1E"/>
    <w:rsid w:val="005A4355"/>
    <w:rsid w:val="005A6940"/>
    <w:rsid w:val="005B017B"/>
    <w:rsid w:val="005B0278"/>
    <w:rsid w:val="005B09BE"/>
    <w:rsid w:val="005B14FC"/>
    <w:rsid w:val="005B414F"/>
    <w:rsid w:val="005B4D21"/>
    <w:rsid w:val="005B5DAD"/>
    <w:rsid w:val="005B7872"/>
    <w:rsid w:val="005C5645"/>
    <w:rsid w:val="005C5D7B"/>
    <w:rsid w:val="005D0191"/>
    <w:rsid w:val="005D140B"/>
    <w:rsid w:val="005D1A8E"/>
    <w:rsid w:val="005D2061"/>
    <w:rsid w:val="005D4DAC"/>
    <w:rsid w:val="005D5E94"/>
    <w:rsid w:val="005D6279"/>
    <w:rsid w:val="005D6E02"/>
    <w:rsid w:val="005D7D6D"/>
    <w:rsid w:val="005E1E35"/>
    <w:rsid w:val="005E40F3"/>
    <w:rsid w:val="005E6F5B"/>
    <w:rsid w:val="005F2064"/>
    <w:rsid w:val="005F2210"/>
    <w:rsid w:val="005F4051"/>
    <w:rsid w:val="005F6C72"/>
    <w:rsid w:val="0060236C"/>
    <w:rsid w:val="00603699"/>
    <w:rsid w:val="00603CF7"/>
    <w:rsid w:val="00603E21"/>
    <w:rsid w:val="006044CD"/>
    <w:rsid w:val="0060730E"/>
    <w:rsid w:val="006073EB"/>
    <w:rsid w:val="00611FF4"/>
    <w:rsid w:val="00613701"/>
    <w:rsid w:val="006146AC"/>
    <w:rsid w:val="006146E6"/>
    <w:rsid w:val="0061639A"/>
    <w:rsid w:val="0061670D"/>
    <w:rsid w:val="006176BA"/>
    <w:rsid w:val="0061780B"/>
    <w:rsid w:val="006214CA"/>
    <w:rsid w:val="0062262D"/>
    <w:rsid w:val="00622BE3"/>
    <w:rsid w:val="00623948"/>
    <w:rsid w:val="00625EAD"/>
    <w:rsid w:val="00626C18"/>
    <w:rsid w:val="006320DB"/>
    <w:rsid w:val="0063334B"/>
    <w:rsid w:val="00633C30"/>
    <w:rsid w:val="0063426A"/>
    <w:rsid w:val="00634341"/>
    <w:rsid w:val="006351B3"/>
    <w:rsid w:val="00636BEC"/>
    <w:rsid w:val="0063717D"/>
    <w:rsid w:val="00637CDE"/>
    <w:rsid w:val="00640114"/>
    <w:rsid w:val="00640710"/>
    <w:rsid w:val="00640E1F"/>
    <w:rsid w:val="00641489"/>
    <w:rsid w:val="006425B7"/>
    <w:rsid w:val="006427D5"/>
    <w:rsid w:val="006431C7"/>
    <w:rsid w:val="006434A7"/>
    <w:rsid w:val="00644A83"/>
    <w:rsid w:val="006450DA"/>
    <w:rsid w:val="00645C64"/>
    <w:rsid w:val="00646674"/>
    <w:rsid w:val="00646FDC"/>
    <w:rsid w:val="006522BC"/>
    <w:rsid w:val="00652E70"/>
    <w:rsid w:val="0065535D"/>
    <w:rsid w:val="00655400"/>
    <w:rsid w:val="006558BB"/>
    <w:rsid w:val="0065727B"/>
    <w:rsid w:val="00660F11"/>
    <w:rsid w:val="00661ED1"/>
    <w:rsid w:val="006627D3"/>
    <w:rsid w:val="0066298E"/>
    <w:rsid w:val="00662D1E"/>
    <w:rsid w:val="006631A0"/>
    <w:rsid w:val="0066384E"/>
    <w:rsid w:val="00663C5B"/>
    <w:rsid w:val="00664B3A"/>
    <w:rsid w:val="00665198"/>
    <w:rsid w:val="00670876"/>
    <w:rsid w:val="00670ED1"/>
    <w:rsid w:val="00671470"/>
    <w:rsid w:val="0067178E"/>
    <w:rsid w:val="00671BCD"/>
    <w:rsid w:val="00673B27"/>
    <w:rsid w:val="00674760"/>
    <w:rsid w:val="00674C4C"/>
    <w:rsid w:val="006756A1"/>
    <w:rsid w:val="006852D7"/>
    <w:rsid w:val="00685BAD"/>
    <w:rsid w:val="006861CA"/>
    <w:rsid w:val="006877E3"/>
    <w:rsid w:val="00687871"/>
    <w:rsid w:val="00690BFA"/>
    <w:rsid w:val="00691826"/>
    <w:rsid w:val="0069225B"/>
    <w:rsid w:val="00694718"/>
    <w:rsid w:val="00696B9A"/>
    <w:rsid w:val="006970D9"/>
    <w:rsid w:val="006A0F0E"/>
    <w:rsid w:val="006A0F65"/>
    <w:rsid w:val="006A4B74"/>
    <w:rsid w:val="006A625C"/>
    <w:rsid w:val="006A7A7D"/>
    <w:rsid w:val="006B08B5"/>
    <w:rsid w:val="006B162D"/>
    <w:rsid w:val="006B1C24"/>
    <w:rsid w:val="006B2286"/>
    <w:rsid w:val="006B6413"/>
    <w:rsid w:val="006B706C"/>
    <w:rsid w:val="006B7D2A"/>
    <w:rsid w:val="006B7FB1"/>
    <w:rsid w:val="006C0B2A"/>
    <w:rsid w:val="006C215D"/>
    <w:rsid w:val="006C3831"/>
    <w:rsid w:val="006C4217"/>
    <w:rsid w:val="006C427A"/>
    <w:rsid w:val="006C495F"/>
    <w:rsid w:val="006C558C"/>
    <w:rsid w:val="006D03D6"/>
    <w:rsid w:val="006D19FE"/>
    <w:rsid w:val="006D453F"/>
    <w:rsid w:val="006D4962"/>
    <w:rsid w:val="006D67E4"/>
    <w:rsid w:val="006D6A98"/>
    <w:rsid w:val="006D75F7"/>
    <w:rsid w:val="006E0087"/>
    <w:rsid w:val="006E164F"/>
    <w:rsid w:val="006E4A15"/>
    <w:rsid w:val="006E4BB5"/>
    <w:rsid w:val="006F0AE2"/>
    <w:rsid w:val="006F0F51"/>
    <w:rsid w:val="006F2BF5"/>
    <w:rsid w:val="006F3292"/>
    <w:rsid w:val="006F535D"/>
    <w:rsid w:val="006F5AD0"/>
    <w:rsid w:val="006F5FE6"/>
    <w:rsid w:val="006F7CA3"/>
    <w:rsid w:val="00701A24"/>
    <w:rsid w:val="00703819"/>
    <w:rsid w:val="0070385A"/>
    <w:rsid w:val="00704A0C"/>
    <w:rsid w:val="00705B8E"/>
    <w:rsid w:val="007116BA"/>
    <w:rsid w:val="00712BC3"/>
    <w:rsid w:val="00712E68"/>
    <w:rsid w:val="00713654"/>
    <w:rsid w:val="00716902"/>
    <w:rsid w:val="0071769A"/>
    <w:rsid w:val="007177C7"/>
    <w:rsid w:val="00721854"/>
    <w:rsid w:val="0072194C"/>
    <w:rsid w:val="00722E4B"/>
    <w:rsid w:val="00724641"/>
    <w:rsid w:val="00724993"/>
    <w:rsid w:val="00724E63"/>
    <w:rsid w:val="007251EB"/>
    <w:rsid w:val="007268EF"/>
    <w:rsid w:val="0072748C"/>
    <w:rsid w:val="0072788D"/>
    <w:rsid w:val="007305CC"/>
    <w:rsid w:val="007328AB"/>
    <w:rsid w:val="007332AB"/>
    <w:rsid w:val="0073369E"/>
    <w:rsid w:val="00734619"/>
    <w:rsid w:val="00740EEE"/>
    <w:rsid w:val="00743597"/>
    <w:rsid w:val="0074446C"/>
    <w:rsid w:val="00744F72"/>
    <w:rsid w:val="007456CB"/>
    <w:rsid w:val="00746419"/>
    <w:rsid w:val="007503F6"/>
    <w:rsid w:val="00750C29"/>
    <w:rsid w:val="00751037"/>
    <w:rsid w:val="00753AE3"/>
    <w:rsid w:val="00754A66"/>
    <w:rsid w:val="00755CCA"/>
    <w:rsid w:val="00760CDA"/>
    <w:rsid w:val="00761F67"/>
    <w:rsid w:val="00763899"/>
    <w:rsid w:val="00763C00"/>
    <w:rsid w:val="00764E36"/>
    <w:rsid w:val="007658D7"/>
    <w:rsid w:val="007658FD"/>
    <w:rsid w:val="0076749D"/>
    <w:rsid w:val="007674FE"/>
    <w:rsid w:val="00767B9F"/>
    <w:rsid w:val="007706BA"/>
    <w:rsid w:val="00770AD5"/>
    <w:rsid w:val="00771D82"/>
    <w:rsid w:val="00771F4C"/>
    <w:rsid w:val="00771FE9"/>
    <w:rsid w:val="007723DA"/>
    <w:rsid w:val="0077596C"/>
    <w:rsid w:val="00775CEE"/>
    <w:rsid w:val="00776AA0"/>
    <w:rsid w:val="00777C94"/>
    <w:rsid w:val="00780988"/>
    <w:rsid w:val="00782BB7"/>
    <w:rsid w:val="00785443"/>
    <w:rsid w:val="00785EDE"/>
    <w:rsid w:val="00786A19"/>
    <w:rsid w:val="007902AA"/>
    <w:rsid w:val="00790482"/>
    <w:rsid w:val="00791E98"/>
    <w:rsid w:val="00791ECC"/>
    <w:rsid w:val="00794EBF"/>
    <w:rsid w:val="00795498"/>
    <w:rsid w:val="00795EA2"/>
    <w:rsid w:val="0079607F"/>
    <w:rsid w:val="00796545"/>
    <w:rsid w:val="007A00CD"/>
    <w:rsid w:val="007A14C4"/>
    <w:rsid w:val="007A1579"/>
    <w:rsid w:val="007A19E7"/>
    <w:rsid w:val="007A57CA"/>
    <w:rsid w:val="007A6164"/>
    <w:rsid w:val="007A61BC"/>
    <w:rsid w:val="007A70E0"/>
    <w:rsid w:val="007A7BD8"/>
    <w:rsid w:val="007B0409"/>
    <w:rsid w:val="007B1492"/>
    <w:rsid w:val="007B1BA7"/>
    <w:rsid w:val="007B43B5"/>
    <w:rsid w:val="007B4FBE"/>
    <w:rsid w:val="007B5CAF"/>
    <w:rsid w:val="007B5F09"/>
    <w:rsid w:val="007B67C1"/>
    <w:rsid w:val="007B6EEB"/>
    <w:rsid w:val="007B70C1"/>
    <w:rsid w:val="007B767C"/>
    <w:rsid w:val="007B7A7A"/>
    <w:rsid w:val="007B7F07"/>
    <w:rsid w:val="007C0D4F"/>
    <w:rsid w:val="007C38AB"/>
    <w:rsid w:val="007C4ACD"/>
    <w:rsid w:val="007C4CF9"/>
    <w:rsid w:val="007C58D9"/>
    <w:rsid w:val="007D035C"/>
    <w:rsid w:val="007D1D95"/>
    <w:rsid w:val="007D3CB2"/>
    <w:rsid w:val="007D4BB2"/>
    <w:rsid w:val="007E17AB"/>
    <w:rsid w:val="007E28AF"/>
    <w:rsid w:val="007E6890"/>
    <w:rsid w:val="007E74C4"/>
    <w:rsid w:val="007F0BAB"/>
    <w:rsid w:val="007F138A"/>
    <w:rsid w:val="007F1ED4"/>
    <w:rsid w:val="007F487F"/>
    <w:rsid w:val="007F50B6"/>
    <w:rsid w:val="008037F3"/>
    <w:rsid w:val="00803A88"/>
    <w:rsid w:val="0080627C"/>
    <w:rsid w:val="008077AA"/>
    <w:rsid w:val="00811496"/>
    <w:rsid w:val="0081157D"/>
    <w:rsid w:val="00812560"/>
    <w:rsid w:val="00812C13"/>
    <w:rsid w:val="00814335"/>
    <w:rsid w:val="00814F53"/>
    <w:rsid w:val="008150F5"/>
    <w:rsid w:val="008214AF"/>
    <w:rsid w:val="00824138"/>
    <w:rsid w:val="008273A8"/>
    <w:rsid w:val="0083365B"/>
    <w:rsid w:val="008340FD"/>
    <w:rsid w:val="00834D63"/>
    <w:rsid w:val="008355C1"/>
    <w:rsid w:val="00836105"/>
    <w:rsid w:val="008365C5"/>
    <w:rsid w:val="00840150"/>
    <w:rsid w:val="008405A2"/>
    <w:rsid w:val="00841200"/>
    <w:rsid w:val="0084153A"/>
    <w:rsid w:val="008415E1"/>
    <w:rsid w:val="00842327"/>
    <w:rsid w:val="00842B5F"/>
    <w:rsid w:val="008432EF"/>
    <w:rsid w:val="008457AD"/>
    <w:rsid w:val="00850359"/>
    <w:rsid w:val="0085083E"/>
    <w:rsid w:val="00851063"/>
    <w:rsid w:val="00852199"/>
    <w:rsid w:val="008521F2"/>
    <w:rsid w:val="00853A45"/>
    <w:rsid w:val="00857386"/>
    <w:rsid w:val="00857BF0"/>
    <w:rsid w:val="0086014A"/>
    <w:rsid w:val="00860915"/>
    <w:rsid w:val="0086142E"/>
    <w:rsid w:val="008618BE"/>
    <w:rsid w:val="00861DAC"/>
    <w:rsid w:val="00863792"/>
    <w:rsid w:val="00866752"/>
    <w:rsid w:val="00870914"/>
    <w:rsid w:val="00871EA6"/>
    <w:rsid w:val="00873006"/>
    <w:rsid w:val="0087456E"/>
    <w:rsid w:val="008756AF"/>
    <w:rsid w:val="00875DF3"/>
    <w:rsid w:val="00876792"/>
    <w:rsid w:val="00876CF2"/>
    <w:rsid w:val="00883107"/>
    <w:rsid w:val="00884973"/>
    <w:rsid w:val="00890F48"/>
    <w:rsid w:val="00891BBF"/>
    <w:rsid w:val="00893C1B"/>
    <w:rsid w:val="00894FB0"/>
    <w:rsid w:val="00895D16"/>
    <w:rsid w:val="008A321D"/>
    <w:rsid w:val="008A3D59"/>
    <w:rsid w:val="008A42E6"/>
    <w:rsid w:val="008A6E04"/>
    <w:rsid w:val="008A6F00"/>
    <w:rsid w:val="008A6FC9"/>
    <w:rsid w:val="008A705E"/>
    <w:rsid w:val="008B0840"/>
    <w:rsid w:val="008B14DF"/>
    <w:rsid w:val="008B1925"/>
    <w:rsid w:val="008B207F"/>
    <w:rsid w:val="008B4556"/>
    <w:rsid w:val="008B45B4"/>
    <w:rsid w:val="008B4EE2"/>
    <w:rsid w:val="008B6987"/>
    <w:rsid w:val="008C121D"/>
    <w:rsid w:val="008C4FD5"/>
    <w:rsid w:val="008C50CB"/>
    <w:rsid w:val="008C67C4"/>
    <w:rsid w:val="008C687E"/>
    <w:rsid w:val="008C72CD"/>
    <w:rsid w:val="008D0B86"/>
    <w:rsid w:val="008D1D0E"/>
    <w:rsid w:val="008D3008"/>
    <w:rsid w:val="008D3122"/>
    <w:rsid w:val="008D3575"/>
    <w:rsid w:val="008D5161"/>
    <w:rsid w:val="008D66E2"/>
    <w:rsid w:val="008D67A0"/>
    <w:rsid w:val="008E0085"/>
    <w:rsid w:val="008E12EF"/>
    <w:rsid w:val="008E3579"/>
    <w:rsid w:val="008E61A3"/>
    <w:rsid w:val="008E76B0"/>
    <w:rsid w:val="008F0D5A"/>
    <w:rsid w:val="008F19EA"/>
    <w:rsid w:val="008F3E94"/>
    <w:rsid w:val="008F45FB"/>
    <w:rsid w:val="008F4C0A"/>
    <w:rsid w:val="008F53EA"/>
    <w:rsid w:val="008F56B8"/>
    <w:rsid w:val="008F5923"/>
    <w:rsid w:val="008F5C79"/>
    <w:rsid w:val="009001F0"/>
    <w:rsid w:val="009002C3"/>
    <w:rsid w:val="00900CA8"/>
    <w:rsid w:val="009025BF"/>
    <w:rsid w:val="009026A8"/>
    <w:rsid w:val="00902786"/>
    <w:rsid w:val="0090489A"/>
    <w:rsid w:val="00906075"/>
    <w:rsid w:val="00906A02"/>
    <w:rsid w:val="009111D6"/>
    <w:rsid w:val="00911B4F"/>
    <w:rsid w:val="00913F5F"/>
    <w:rsid w:val="00916A17"/>
    <w:rsid w:val="0091702A"/>
    <w:rsid w:val="00917BBE"/>
    <w:rsid w:val="009230D3"/>
    <w:rsid w:val="00923751"/>
    <w:rsid w:val="00924824"/>
    <w:rsid w:val="00931E5C"/>
    <w:rsid w:val="00931EC7"/>
    <w:rsid w:val="009327FC"/>
    <w:rsid w:val="0093336A"/>
    <w:rsid w:val="0093505D"/>
    <w:rsid w:val="00941617"/>
    <w:rsid w:val="0094406B"/>
    <w:rsid w:val="00944214"/>
    <w:rsid w:val="0094494B"/>
    <w:rsid w:val="009470E2"/>
    <w:rsid w:val="00951817"/>
    <w:rsid w:val="00954B48"/>
    <w:rsid w:val="00954FFA"/>
    <w:rsid w:val="00956D03"/>
    <w:rsid w:val="00960D29"/>
    <w:rsid w:val="0096142C"/>
    <w:rsid w:val="00962350"/>
    <w:rsid w:val="00964260"/>
    <w:rsid w:val="00964A63"/>
    <w:rsid w:val="0096582C"/>
    <w:rsid w:val="009660BD"/>
    <w:rsid w:val="00967D83"/>
    <w:rsid w:val="00970EC6"/>
    <w:rsid w:val="00971CFE"/>
    <w:rsid w:val="0097236C"/>
    <w:rsid w:val="00974A03"/>
    <w:rsid w:val="009758AD"/>
    <w:rsid w:val="00975FF0"/>
    <w:rsid w:val="00977117"/>
    <w:rsid w:val="0098195F"/>
    <w:rsid w:val="00982DA4"/>
    <w:rsid w:val="009846E2"/>
    <w:rsid w:val="009851F4"/>
    <w:rsid w:val="00986ECB"/>
    <w:rsid w:val="009905AC"/>
    <w:rsid w:val="009922D6"/>
    <w:rsid w:val="00993655"/>
    <w:rsid w:val="00993D69"/>
    <w:rsid w:val="009942B2"/>
    <w:rsid w:val="00995A50"/>
    <w:rsid w:val="009974B1"/>
    <w:rsid w:val="009A0092"/>
    <w:rsid w:val="009A1664"/>
    <w:rsid w:val="009A23C1"/>
    <w:rsid w:val="009A427E"/>
    <w:rsid w:val="009A5DA2"/>
    <w:rsid w:val="009A6994"/>
    <w:rsid w:val="009A71E3"/>
    <w:rsid w:val="009B020C"/>
    <w:rsid w:val="009B0407"/>
    <w:rsid w:val="009C1E9A"/>
    <w:rsid w:val="009C3990"/>
    <w:rsid w:val="009C5F65"/>
    <w:rsid w:val="009C655D"/>
    <w:rsid w:val="009D0FB3"/>
    <w:rsid w:val="009D15E3"/>
    <w:rsid w:val="009D2DBC"/>
    <w:rsid w:val="009D3CBA"/>
    <w:rsid w:val="009D418F"/>
    <w:rsid w:val="009E08A3"/>
    <w:rsid w:val="009E219C"/>
    <w:rsid w:val="009E2244"/>
    <w:rsid w:val="009E3C3A"/>
    <w:rsid w:val="009E3D12"/>
    <w:rsid w:val="009E3ECA"/>
    <w:rsid w:val="009E492A"/>
    <w:rsid w:val="009E6FB3"/>
    <w:rsid w:val="009E77C5"/>
    <w:rsid w:val="009F0225"/>
    <w:rsid w:val="009F0E91"/>
    <w:rsid w:val="009F1178"/>
    <w:rsid w:val="009F3BBF"/>
    <w:rsid w:val="009F4D88"/>
    <w:rsid w:val="009F6005"/>
    <w:rsid w:val="009F6ECB"/>
    <w:rsid w:val="00A00445"/>
    <w:rsid w:val="00A02C92"/>
    <w:rsid w:val="00A0485B"/>
    <w:rsid w:val="00A07E6E"/>
    <w:rsid w:val="00A1007E"/>
    <w:rsid w:val="00A10756"/>
    <w:rsid w:val="00A10762"/>
    <w:rsid w:val="00A12E89"/>
    <w:rsid w:val="00A13DF7"/>
    <w:rsid w:val="00A15257"/>
    <w:rsid w:val="00A15DE8"/>
    <w:rsid w:val="00A15EDD"/>
    <w:rsid w:val="00A17C7D"/>
    <w:rsid w:val="00A17D0F"/>
    <w:rsid w:val="00A21F3A"/>
    <w:rsid w:val="00A244D5"/>
    <w:rsid w:val="00A244FD"/>
    <w:rsid w:val="00A24C26"/>
    <w:rsid w:val="00A25382"/>
    <w:rsid w:val="00A2595E"/>
    <w:rsid w:val="00A2620B"/>
    <w:rsid w:val="00A30BB3"/>
    <w:rsid w:val="00A31A6D"/>
    <w:rsid w:val="00A32E04"/>
    <w:rsid w:val="00A34075"/>
    <w:rsid w:val="00A353F5"/>
    <w:rsid w:val="00A36A49"/>
    <w:rsid w:val="00A37CC3"/>
    <w:rsid w:val="00A41FB5"/>
    <w:rsid w:val="00A42FF4"/>
    <w:rsid w:val="00A4378F"/>
    <w:rsid w:val="00A448B1"/>
    <w:rsid w:val="00A45460"/>
    <w:rsid w:val="00A455B5"/>
    <w:rsid w:val="00A47364"/>
    <w:rsid w:val="00A476D4"/>
    <w:rsid w:val="00A51AA8"/>
    <w:rsid w:val="00A51F1B"/>
    <w:rsid w:val="00A5244D"/>
    <w:rsid w:val="00A54D29"/>
    <w:rsid w:val="00A55E56"/>
    <w:rsid w:val="00A57387"/>
    <w:rsid w:val="00A6027F"/>
    <w:rsid w:val="00A652A4"/>
    <w:rsid w:val="00A700F2"/>
    <w:rsid w:val="00A72A35"/>
    <w:rsid w:val="00A7345D"/>
    <w:rsid w:val="00A7384D"/>
    <w:rsid w:val="00A75F0A"/>
    <w:rsid w:val="00A76247"/>
    <w:rsid w:val="00A762B1"/>
    <w:rsid w:val="00A7771A"/>
    <w:rsid w:val="00A77AB9"/>
    <w:rsid w:val="00A808C5"/>
    <w:rsid w:val="00A80E48"/>
    <w:rsid w:val="00A80F78"/>
    <w:rsid w:val="00A81350"/>
    <w:rsid w:val="00A83BB8"/>
    <w:rsid w:val="00A84686"/>
    <w:rsid w:val="00A8493B"/>
    <w:rsid w:val="00A8554C"/>
    <w:rsid w:val="00A905FB"/>
    <w:rsid w:val="00A90BE8"/>
    <w:rsid w:val="00A92472"/>
    <w:rsid w:val="00A93506"/>
    <w:rsid w:val="00A9592B"/>
    <w:rsid w:val="00A969A6"/>
    <w:rsid w:val="00A97A0F"/>
    <w:rsid w:val="00A97DF6"/>
    <w:rsid w:val="00AA1AEE"/>
    <w:rsid w:val="00AA352A"/>
    <w:rsid w:val="00AA37C0"/>
    <w:rsid w:val="00AA50A3"/>
    <w:rsid w:val="00AA5B24"/>
    <w:rsid w:val="00AA5E2C"/>
    <w:rsid w:val="00AA6917"/>
    <w:rsid w:val="00AA7568"/>
    <w:rsid w:val="00AA7613"/>
    <w:rsid w:val="00AA7773"/>
    <w:rsid w:val="00AA7964"/>
    <w:rsid w:val="00AB2221"/>
    <w:rsid w:val="00AB2306"/>
    <w:rsid w:val="00AB245C"/>
    <w:rsid w:val="00AB3D99"/>
    <w:rsid w:val="00AB64F0"/>
    <w:rsid w:val="00AB6C79"/>
    <w:rsid w:val="00AB74D3"/>
    <w:rsid w:val="00AC0633"/>
    <w:rsid w:val="00AC4F0D"/>
    <w:rsid w:val="00AC4F22"/>
    <w:rsid w:val="00AC4FAE"/>
    <w:rsid w:val="00AC7680"/>
    <w:rsid w:val="00AC7D6D"/>
    <w:rsid w:val="00AD0C0B"/>
    <w:rsid w:val="00AD1767"/>
    <w:rsid w:val="00AD39D4"/>
    <w:rsid w:val="00AD596D"/>
    <w:rsid w:val="00AD764B"/>
    <w:rsid w:val="00AD78BA"/>
    <w:rsid w:val="00AD78BD"/>
    <w:rsid w:val="00AE0236"/>
    <w:rsid w:val="00AE1BD8"/>
    <w:rsid w:val="00AE2C53"/>
    <w:rsid w:val="00AE5FE1"/>
    <w:rsid w:val="00AE604F"/>
    <w:rsid w:val="00AF1C0E"/>
    <w:rsid w:val="00AF345B"/>
    <w:rsid w:val="00AF5538"/>
    <w:rsid w:val="00AF573B"/>
    <w:rsid w:val="00AF6B60"/>
    <w:rsid w:val="00AF6BCC"/>
    <w:rsid w:val="00B002E6"/>
    <w:rsid w:val="00B010E0"/>
    <w:rsid w:val="00B047D5"/>
    <w:rsid w:val="00B07D50"/>
    <w:rsid w:val="00B1085F"/>
    <w:rsid w:val="00B13B27"/>
    <w:rsid w:val="00B14498"/>
    <w:rsid w:val="00B14698"/>
    <w:rsid w:val="00B15EEB"/>
    <w:rsid w:val="00B167BB"/>
    <w:rsid w:val="00B2059D"/>
    <w:rsid w:val="00B20C24"/>
    <w:rsid w:val="00B227F0"/>
    <w:rsid w:val="00B2292B"/>
    <w:rsid w:val="00B24BCB"/>
    <w:rsid w:val="00B27601"/>
    <w:rsid w:val="00B27FE3"/>
    <w:rsid w:val="00B3100E"/>
    <w:rsid w:val="00B33191"/>
    <w:rsid w:val="00B3344E"/>
    <w:rsid w:val="00B341D2"/>
    <w:rsid w:val="00B34F6E"/>
    <w:rsid w:val="00B37F3C"/>
    <w:rsid w:val="00B40322"/>
    <w:rsid w:val="00B4046E"/>
    <w:rsid w:val="00B40B33"/>
    <w:rsid w:val="00B45276"/>
    <w:rsid w:val="00B46D48"/>
    <w:rsid w:val="00B522E2"/>
    <w:rsid w:val="00B5281A"/>
    <w:rsid w:val="00B52EC0"/>
    <w:rsid w:val="00B606CE"/>
    <w:rsid w:val="00B644EB"/>
    <w:rsid w:val="00B64614"/>
    <w:rsid w:val="00B6507B"/>
    <w:rsid w:val="00B6584C"/>
    <w:rsid w:val="00B70761"/>
    <w:rsid w:val="00B716F2"/>
    <w:rsid w:val="00B739D8"/>
    <w:rsid w:val="00B73E0D"/>
    <w:rsid w:val="00B747AA"/>
    <w:rsid w:val="00B74C7F"/>
    <w:rsid w:val="00B7575F"/>
    <w:rsid w:val="00B768F6"/>
    <w:rsid w:val="00B76A88"/>
    <w:rsid w:val="00B80CC8"/>
    <w:rsid w:val="00B81272"/>
    <w:rsid w:val="00B81B1B"/>
    <w:rsid w:val="00B81EAB"/>
    <w:rsid w:val="00B82DD9"/>
    <w:rsid w:val="00B83528"/>
    <w:rsid w:val="00B84740"/>
    <w:rsid w:val="00B84D86"/>
    <w:rsid w:val="00B85634"/>
    <w:rsid w:val="00B85D57"/>
    <w:rsid w:val="00B87560"/>
    <w:rsid w:val="00B87DE2"/>
    <w:rsid w:val="00B90CB6"/>
    <w:rsid w:val="00B912D2"/>
    <w:rsid w:val="00B91539"/>
    <w:rsid w:val="00B92180"/>
    <w:rsid w:val="00B9297A"/>
    <w:rsid w:val="00B9367F"/>
    <w:rsid w:val="00B93D74"/>
    <w:rsid w:val="00B94AF4"/>
    <w:rsid w:val="00B94F6E"/>
    <w:rsid w:val="00B963A3"/>
    <w:rsid w:val="00B966D5"/>
    <w:rsid w:val="00B96AD8"/>
    <w:rsid w:val="00B97325"/>
    <w:rsid w:val="00BA0449"/>
    <w:rsid w:val="00BA0D08"/>
    <w:rsid w:val="00BA1E23"/>
    <w:rsid w:val="00BA25B4"/>
    <w:rsid w:val="00BA33F3"/>
    <w:rsid w:val="00BA36E1"/>
    <w:rsid w:val="00BA3FB6"/>
    <w:rsid w:val="00BA4B21"/>
    <w:rsid w:val="00BA4CE6"/>
    <w:rsid w:val="00BA51C2"/>
    <w:rsid w:val="00BA5257"/>
    <w:rsid w:val="00BA6130"/>
    <w:rsid w:val="00BA7967"/>
    <w:rsid w:val="00BB19AB"/>
    <w:rsid w:val="00BB20FA"/>
    <w:rsid w:val="00BB3332"/>
    <w:rsid w:val="00BB3978"/>
    <w:rsid w:val="00BB3CBF"/>
    <w:rsid w:val="00BB456F"/>
    <w:rsid w:val="00BB4F8B"/>
    <w:rsid w:val="00BB5BB5"/>
    <w:rsid w:val="00BB7CED"/>
    <w:rsid w:val="00BC0362"/>
    <w:rsid w:val="00BC2EAE"/>
    <w:rsid w:val="00BC3929"/>
    <w:rsid w:val="00BC5A1F"/>
    <w:rsid w:val="00BC5FB2"/>
    <w:rsid w:val="00BC637D"/>
    <w:rsid w:val="00BC78A8"/>
    <w:rsid w:val="00BC79E5"/>
    <w:rsid w:val="00BD02F8"/>
    <w:rsid w:val="00BD1F1D"/>
    <w:rsid w:val="00BD2134"/>
    <w:rsid w:val="00BD3490"/>
    <w:rsid w:val="00BE1DA3"/>
    <w:rsid w:val="00BE322E"/>
    <w:rsid w:val="00BE326C"/>
    <w:rsid w:val="00BE3326"/>
    <w:rsid w:val="00BE3606"/>
    <w:rsid w:val="00BE478B"/>
    <w:rsid w:val="00BE51C9"/>
    <w:rsid w:val="00BE6440"/>
    <w:rsid w:val="00BF10D4"/>
    <w:rsid w:val="00BF190D"/>
    <w:rsid w:val="00BF2676"/>
    <w:rsid w:val="00BF343D"/>
    <w:rsid w:val="00BF37FD"/>
    <w:rsid w:val="00BF4402"/>
    <w:rsid w:val="00BF5748"/>
    <w:rsid w:val="00BF6314"/>
    <w:rsid w:val="00BF740A"/>
    <w:rsid w:val="00C003BB"/>
    <w:rsid w:val="00C03B7B"/>
    <w:rsid w:val="00C043FD"/>
    <w:rsid w:val="00C04CEF"/>
    <w:rsid w:val="00C05368"/>
    <w:rsid w:val="00C05C2E"/>
    <w:rsid w:val="00C07888"/>
    <w:rsid w:val="00C110F0"/>
    <w:rsid w:val="00C112B9"/>
    <w:rsid w:val="00C11EB1"/>
    <w:rsid w:val="00C1342F"/>
    <w:rsid w:val="00C13C27"/>
    <w:rsid w:val="00C14D03"/>
    <w:rsid w:val="00C15E4D"/>
    <w:rsid w:val="00C15E61"/>
    <w:rsid w:val="00C200C2"/>
    <w:rsid w:val="00C20650"/>
    <w:rsid w:val="00C20FD1"/>
    <w:rsid w:val="00C2176D"/>
    <w:rsid w:val="00C21B94"/>
    <w:rsid w:val="00C23888"/>
    <w:rsid w:val="00C247F9"/>
    <w:rsid w:val="00C24B91"/>
    <w:rsid w:val="00C2608D"/>
    <w:rsid w:val="00C26935"/>
    <w:rsid w:val="00C27B7F"/>
    <w:rsid w:val="00C313F2"/>
    <w:rsid w:val="00C3323F"/>
    <w:rsid w:val="00C33F06"/>
    <w:rsid w:val="00C34146"/>
    <w:rsid w:val="00C361DB"/>
    <w:rsid w:val="00C40854"/>
    <w:rsid w:val="00C40879"/>
    <w:rsid w:val="00C41020"/>
    <w:rsid w:val="00C41207"/>
    <w:rsid w:val="00C4198F"/>
    <w:rsid w:val="00C41BEA"/>
    <w:rsid w:val="00C428AC"/>
    <w:rsid w:val="00C43923"/>
    <w:rsid w:val="00C44EDE"/>
    <w:rsid w:val="00C459C2"/>
    <w:rsid w:val="00C47196"/>
    <w:rsid w:val="00C511C7"/>
    <w:rsid w:val="00C51A52"/>
    <w:rsid w:val="00C52A6B"/>
    <w:rsid w:val="00C5305D"/>
    <w:rsid w:val="00C54227"/>
    <w:rsid w:val="00C54C1E"/>
    <w:rsid w:val="00C60162"/>
    <w:rsid w:val="00C608F7"/>
    <w:rsid w:val="00C61A70"/>
    <w:rsid w:val="00C62A8F"/>
    <w:rsid w:val="00C62DF7"/>
    <w:rsid w:val="00C63CA3"/>
    <w:rsid w:val="00C65193"/>
    <w:rsid w:val="00C66A27"/>
    <w:rsid w:val="00C67CE6"/>
    <w:rsid w:val="00C701D1"/>
    <w:rsid w:val="00C70841"/>
    <w:rsid w:val="00C71D91"/>
    <w:rsid w:val="00C72535"/>
    <w:rsid w:val="00C73AB8"/>
    <w:rsid w:val="00C77104"/>
    <w:rsid w:val="00C77A28"/>
    <w:rsid w:val="00C80EFA"/>
    <w:rsid w:val="00C81EEC"/>
    <w:rsid w:val="00C820F3"/>
    <w:rsid w:val="00C83AE6"/>
    <w:rsid w:val="00C869AB"/>
    <w:rsid w:val="00C86ACC"/>
    <w:rsid w:val="00C86BC4"/>
    <w:rsid w:val="00C87C7B"/>
    <w:rsid w:val="00C87F9A"/>
    <w:rsid w:val="00C9068D"/>
    <w:rsid w:val="00C93CD0"/>
    <w:rsid w:val="00C946B1"/>
    <w:rsid w:val="00C94FC2"/>
    <w:rsid w:val="00C95AB3"/>
    <w:rsid w:val="00C96BEF"/>
    <w:rsid w:val="00CA015F"/>
    <w:rsid w:val="00CA144B"/>
    <w:rsid w:val="00CA445F"/>
    <w:rsid w:val="00CA49DC"/>
    <w:rsid w:val="00CA5178"/>
    <w:rsid w:val="00CA662C"/>
    <w:rsid w:val="00CA707B"/>
    <w:rsid w:val="00CA7592"/>
    <w:rsid w:val="00CA7DC6"/>
    <w:rsid w:val="00CB0C6C"/>
    <w:rsid w:val="00CB0CD2"/>
    <w:rsid w:val="00CB1241"/>
    <w:rsid w:val="00CB33F4"/>
    <w:rsid w:val="00CB38DB"/>
    <w:rsid w:val="00CB52F8"/>
    <w:rsid w:val="00CB552D"/>
    <w:rsid w:val="00CB5E87"/>
    <w:rsid w:val="00CB7075"/>
    <w:rsid w:val="00CB756D"/>
    <w:rsid w:val="00CB7DE5"/>
    <w:rsid w:val="00CC196F"/>
    <w:rsid w:val="00CC19EF"/>
    <w:rsid w:val="00CC1D0D"/>
    <w:rsid w:val="00CC40DE"/>
    <w:rsid w:val="00CC4F60"/>
    <w:rsid w:val="00CC5181"/>
    <w:rsid w:val="00CC5F1A"/>
    <w:rsid w:val="00CD2B38"/>
    <w:rsid w:val="00CD2D45"/>
    <w:rsid w:val="00CD3357"/>
    <w:rsid w:val="00CD37B6"/>
    <w:rsid w:val="00CD5E70"/>
    <w:rsid w:val="00CD7074"/>
    <w:rsid w:val="00CE162F"/>
    <w:rsid w:val="00CE3677"/>
    <w:rsid w:val="00CE3B43"/>
    <w:rsid w:val="00CE4344"/>
    <w:rsid w:val="00CE47C3"/>
    <w:rsid w:val="00CE5F9B"/>
    <w:rsid w:val="00CE7732"/>
    <w:rsid w:val="00CE7D95"/>
    <w:rsid w:val="00CF17F1"/>
    <w:rsid w:val="00CF1E52"/>
    <w:rsid w:val="00CF307D"/>
    <w:rsid w:val="00CF4CD5"/>
    <w:rsid w:val="00CF6800"/>
    <w:rsid w:val="00D002D5"/>
    <w:rsid w:val="00D00588"/>
    <w:rsid w:val="00D04488"/>
    <w:rsid w:val="00D04E84"/>
    <w:rsid w:val="00D06DAA"/>
    <w:rsid w:val="00D108E4"/>
    <w:rsid w:val="00D139E3"/>
    <w:rsid w:val="00D14A73"/>
    <w:rsid w:val="00D16669"/>
    <w:rsid w:val="00D170E6"/>
    <w:rsid w:val="00D175F8"/>
    <w:rsid w:val="00D21892"/>
    <w:rsid w:val="00D23A51"/>
    <w:rsid w:val="00D23F40"/>
    <w:rsid w:val="00D2464D"/>
    <w:rsid w:val="00D24A4D"/>
    <w:rsid w:val="00D25815"/>
    <w:rsid w:val="00D265FB"/>
    <w:rsid w:val="00D27B69"/>
    <w:rsid w:val="00D30995"/>
    <w:rsid w:val="00D30DAB"/>
    <w:rsid w:val="00D31D35"/>
    <w:rsid w:val="00D3518C"/>
    <w:rsid w:val="00D35DAE"/>
    <w:rsid w:val="00D41D61"/>
    <w:rsid w:val="00D4471B"/>
    <w:rsid w:val="00D4495A"/>
    <w:rsid w:val="00D4504B"/>
    <w:rsid w:val="00D4719B"/>
    <w:rsid w:val="00D47E1B"/>
    <w:rsid w:val="00D50064"/>
    <w:rsid w:val="00D501F9"/>
    <w:rsid w:val="00D5059F"/>
    <w:rsid w:val="00D515EE"/>
    <w:rsid w:val="00D51A42"/>
    <w:rsid w:val="00D5357B"/>
    <w:rsid w:val="00D541AB"/>
    <w:rsid w:val="00D56187"/>
    <w:rsid w:val="00D56BBC"/>
    <w:rsid w:val="00D574CA"/>
    <w:rsid w:val="00D57DF0"/>
    <w:rsid w:val="00D60BF8"/>
    <w:rsid w:val="00D64CDE"/>
    <w:rsid w:val="00D650E3"/>
    <w:rsid w:val="00D65673"/>
    <w:rsid w:val="00D67DB1"/>
    <w:rsid w:val="00D70704"/>
    <w:rsid w:val="00D719E4"/>
    <w:rsid w:val="00D7280F"/>
    <w:rsid w:val="00D729FA"/>
    <w:rsid w:val="00D72FB6"/>
    <w:rsid w:val="00D73993"/>
    <w:rsid w:val="00D742ED"/>
    <w:rsid w:val="00D76263"/>
    <w:rsid w:val="00D77F7A"/>
    <w:rsid w:val="00D82DA4"/>
    <w:rsid w:val="00D83A1B"/>
    <w:rsid w:val="00D83C27"/>
    <w:rsid w:val="00D84824"/>
    <w:rsid w:val="00D8659E"/>
    <w:rsid w:val="00D867D6"/>
    <w:rsid w:val="00D8744B"/>
    <w:rsid w:val="00D8747E"/>
    <w:rsid w:val="00D916D9"/>
    <w:rsid w:val="00D9283E"/>
    <w:rsid w:val="00D92F94"/>
    <w:rsid w:val="00D93A7E"/>
    <w:rsid w:val="00D96C19"/>
    <w:rsid w:val="00D9765C"/>
    <w:rsid w:val="00DA375A"/>
    <w:rsid w:val="00DA4242"/>
    <w:rsid w:val="00DA5CC8"/>
    <w:rsid w:val="00DA63C3"/>
    <w:rsid w:val="00DA72B5"/>
    <w:rsid w:val="00DB0ECB"/>
    <w:rsid w:val="00DB1074"/>
    <w:rsid w:val="00DB1DFF"/>
    <w:rsid w:val="00DB255E"/>
    <w:rsid w:val="00DB2A04"/>
    <w:rsid w:val="00DB38E2"/>
    <w:rsid w:val="00DB4B3C"/>
    <w:rsid w:val="00DB7734"/>
    <w:rsid w:val="00DC1E39"/>
    <w:rsid w:val="00DC48A1"/>
    <w:rsid w:val="00DC4921"/>
    <w:rsid w:val="00DC4D28"/>
    <w:rsid w:val="00DC52C2"/>
    <w:rsid w:val="00DC5C40"/>
    <w:rsid w:val="00DC630F"/>
    <w:rsid w:val="00DC65D2"/>
    <w:rsid w:val="00DC6D2C"/>
    <w:rsid w:val="00DD4031"/>
    <w:rsid w:val="00DD4327"/>
    <w:rsid w:val="00DD4AB6"/>
    <w:rsid w:val="00DD50E7"/>
    <w:rsid w:val="00DD5328"/>
    <w:rsid w:val="00DD5FC8"/>
    <w:rsid w:val="00DD664B"/>
    <w:rsid w:val="00DD74A4"/>
    <w:rsid w:val="00DD76CA"/>
    <w:rsid w:val="00DD7788"/>
    <w:rsid w:val="00DD7C66"/>
    <w:rsid w:val="00DE06A9"/>
    <w:rsid w:val="00DE16AC"/>
    <w:rsid w:val="00DE686A"/>
    <w:rsid w:val="00DE71CB"/>
    <w:rsid w:val="00DE761E"/>
    <w:rsid w:val="00DE7EB0"/>
    <w:rsid w:val="00DF23C7"/>
    <w:rsid w:val="00DF3677"/>
    <w:rsid w:val="00DF4251"/>
    <w:rsid w:val="00DF52CF"/>
    <w:rsid w:val="00E0059F"/>
    <w:rsid w:val="00E015A4"/>
    <w:rsid w:val="00E02736"/>
    <w:rsid w:val="00E02868"/>
    <w:rsid w:val="00E038E0"/>
    <w:rsid w:val="00E05B9D"/>
    <w:rsid w:val="00E0686B"/>
    <w:rsid w:val="00E06979"/>
    <w:rsid w:val="00E06E91"/>
    <w:rsid w:val="00E07104"/>
    <w:rsid w:val="00E0799B"/>
    <w:rsid w:val="00E10E42"/>
    <w:rsid w:val="00E124C0"/>
    <w:rsid w:val="00E12AEF"/>
    <w:rsid w:val="00E13267"/>
    <w:rsid w:val="00E13576"/>
    <w:rsid w:val="00E160C3"/>
    <w:rsid w:val="00E165AE"/>
    <w:rsid w:val="00E20637"/>
    <w:rsid w:val="00E20810"/>
    <w:rsid w:val="00E21C59"/>
    <w:rsid w:val="00E226CD"/>
    <w:rsid w:val="00E2346E"/>
    <w:rsid w:val="00E31B59"/>
    <w:rsid w:val="00E3438F"/>
    <w:rsid w:val="00E353DE"/>
    <w:rsid w:val="00E36B8B"/>
    <w:rsid w:val="00E41A0C"/>
    <w:rsid w:val="00E434BA"/>
    <w:rsid w:val="00E43592"/>
    <w:rsid w:val="00E4365F"/>
    <w:rsid w:val="00E458A1"/>
    <w:rsid w:val="00E46ECC"/>
    <w:rsid w:val="00E51D3F"/>
    <w:rsid w:val="00E54EAD"/>
    <w:rsid w:val="00E556EC"/>
    <w:rsid w:val="00E56237"/>
    <w:rsid w:val="00E5689B"/>
    <w:rsid w:val="00E60B17"/>
    <w:rsid w:val="00E61133"/>
    <w:rsid w:val="00E62C20"/>
    <w:rsid w:val="00E67314"/>
    <w:rsid w:val="00E71318"/>
    <w:rsid w:val="00E724F0"/>
    <w:rsid w:val="00E75F84"/>
    <w:rsid w:val="00E766B1"/>
    <w:rsid w:val="00E7680C"/>
    <w:rsid w:val="00E830D3"/>
    <w:rsid w:val="00E83AAA"/>
    <w:rsid w:val="00E853A1"/>
    <w:rsid w:val="00E859AD"/>
    <w:rsid w:val="00E94D95"/>
    <w:rsid w:val="00E950A2"/>
    <w:rsid w:val="00E96873"/>
    <w:rsid w:val="00E96FA3"/>
    <w:rsid w:val="00E97E12"/>
    <w:rsid w:val="00EA0578"/>
    <w:rsid w:val="00EA05C5"/>
    <w:rsid w:val="00EA132F"/>
    <w:rsid w:val="00EA2A3D"/>
    <w:rsid w:val="00EA2ECF"/>
    <w:rsid w:val="00EA3763"/>
    <w:rsid w:val="00EA3896"/>
    <w:rsid w:val="00EA64BA"/>
    <w:rsid w:val="00EA7972"/>
    <w:rsid w:val="00EA7F6C"/>
    <w:rsid w:val="00EB1D5A"/>
    <w:rsid w:val="00EB2177"/>
    <w:rsid w:val="00EB304D"/>
    <w:rsid w:val="00EB5F4C"/>
    <w:rsid w:val="00EC1EB3"/>
    <w:rsid w:val="00EC49B7"/>
    <w:rsid w:val="00EC4E5A"/>
    <w:rsid w:val="00EC5416"/>
    <w:rsid w:val="00EC5807"/>
    <w:rsid w:val="00EC6F5A"/>
    <w:rsid w:val="00EC6F8E"/>
    <w:rsid w:val="00EC7009"/>
    <w:rsid w:val="00EC7FD3"/>
    <w:rsid w:val="00ED0F65"/>
    <w:rsid w:val="00ED2CCD"/>
    <w:rsid w:val="00ED44C2"/>
    <w:rsid w:val="00ED4B99"/>
    <w:rsid w:val="00ED79E4"/>
    <w:rsid w:val="00ED7D5E"/>
    <w:rsid w:val="00EE0546"/>
    <w:rsid w:val="00EE0A20"/>
    <w:rsid w:val="00EE1A33"/>
    <w:rsid w:val="00EE1F5E"/>
    <w:rsid w:val="00EE27DA"/>
    <w:rsid w:val="00EE3AFF"/>
    <w:rsid w:val="00EE4988"/>
    <w:rsid w:val="00EE4F80"/>
    <w:rsid w:val="00EE73DB"/>
    <w:rsid w:val="00EF40A3"/>
    <w:rsid w:val="00EF44CB"/>
    <w:rsid w:val="00EF4C01"/>
    <w:rsid w:val="00EF550A"/>
    <w:rsid w:val="00EF6DEE"/>
    <w:rsid w:val="00EF7511"/>
    <w:rsid w:val="00EF75AE"/>
    <w:rsid w:val="00F00E33"/>
    <w:rsid w:val="00F01A4D"/>
    <w:rsid w:val="00F02D1D"/>
    <w:rsid w:val="00F05364"/>
    <w:rsid w:val="00F054F0"/>
    <w:rsid w:val="00F06220"/>
    <w:rsid w:val="00F07634"/>
    <w:rsid w:val="00F10E35"/>
    <w:rsid w:val="00F111FA"/>
    <w:rsid w:val="00F1335D"/>
    <w:rsid w:val="00F16AF3"/>
    <w:rsid w:val="00F17B45"/>
    <w:rsid w:val="00F20B22"/>
    <w:rsid w:val="00F21C70"/>
    <w:rsid w:val="00F22737"/>
    <w:rsid w:val="00F25BC4"/>
    <w:rsid w:val="00F25E0F"/>
    <w:rsid w:val="00F260BA"/>
    <w:rsid w:val="00F26210"/>
    <w:rsid w:val="00F26B71"/>
    <w:rsid w:val="00F27A59"/>
    <w:rsid w:val="00F30BFC"/>
    <w:rsid w:val="00F31CD3"/>
    <w:rsid w:val="00F31F4A"/>
    <w:rsid w:val="00F32ECF"/>
    <w:rsid w:val="00F33B06"/>
    <w:rsid w:val="00F34F14"/>
    <w:rsid w:val="00F354B9"/>
    <w:rsid w:val="00F36828"/>
    <w:rsid w:val="00F37800"/>
    <w:rsid w:val="00F37DDF"/>
    <w:rsid w:val="00F40003"/>
    <w:rsid w:val="00F41BBF"/>
    <w:rsid w:val="00F45315"/>
    <w:rsid w:val="00F4653E"/>
    <w:rsid w:val="00F47341"/>
    <w:rsid w:val="00F4749E"/>
    <w:rsid w:val="00F529F1"/>
    <w:rsid w:val="00F54C0C"/>
    <w:rsid w:val="00F54C12"/>
    <w:rsid w:val="00F561C7"/>
    <w:rsid w:val="00F5730F"/>
    <w:rsid w:val="00F57360"/>
    <w:rsid w:val="00F60C2A"/>
    <w:rsid w:val="00F60E5A"/>
    <w:rsid w:val="00F612B4"/>
    <w:rsid w:val="00F61FFF"/>
    <w:rsid w:val="00F627A6"/>
    <w:rsid w:val="00F62C63"/>
    <w:rsid w:val="00F62E51"/>
    <w:rsid w:val="00F63046"/>
    <w:rsid w:val="00F6574A"/>
    <w:rsid w:val="00F6604E"/>
    <w:rsid w:val="00F72758"/>
    <w:rsid w:val="00F734FA"/>
    <w:rsid w:val="00F736E2"/>
    <w:rsid w:val="00F751B6"/>
    <w:rsid w:val="00F76482"/>
    <w:rsid w:val="00F77925"/>
    <w:rsid w:val="00F77B44"/>
    <w:rsid w:val="00F77E21"/>
    <w:rsid w:val="00F77E31"/>
    <w:rsid w:val="00F8035D"/>
    <w:rsid w:val="00F80481"/>
    <w:rsid w:val="00F81A16"/>
    <w:rsid w:val="00F82614"/>
    <w:rsid w:val="00F83CE5"/>
    <w:rsid w:val="00F84178"/>
    <w:rsid w:val="00F87466"/>
    <w:rsid w:val="00F87C47"/>
    <w:rsid w:val="00F9004A"/>
    <w:rsid w:val="00F9125F"/>
    <w:rsid w:val="00F91512"/>
    <w:rsid w:val="00F91789"/>
    <w:rsid w:val="00F92BAD"/>
    <w:rsid w:val="00F94F4A"/>
    <w:rsid w:val="00F95964"/>
    <w:rsid w:val="00F96358"/>
    <w:rsid w:val="00F96D17"/>
    <w:rsid w:val="00F974EE"/>
    <w:rsid w:val="00FA0623"/>
    <w:rsid w:val="00FA09C0"/>
    <w:rsid w:val="00FA19F5"/>
    <w:rsid w:val="00FA44EB"/>
    <w:rsid w:val="00FA48AF"/>
    <w:rsid w:val="00FA4B54"/>
    <w:rsid w:val="00FA5E9C"/>
    <w:rsid w:val="00FA664A"/>
    <w:rsid w:val="00FA6FBC"/>
    <w:rsid w:val="00FA7F13"/>
    <w:rsid w:val="00FB195E"/>
    <w:rsid w:val="00FB3678"/>
    <w:rsid w:val="00FB3AAA"/>
    <w:rsid w:val="00FB4BFD"/>
    <w:rsid w:val="00FB5E97"/>
    <w:rsid w:val="00FC093B"/>
    <w:rsid w:val="00FC6C2B"/>
    <w:rsid w:val="00FC7B74"/>
    <w:rsid w:val="00FC7E0B"/>
    <w:rsid w:val="00FD048E"/>
    <w:rsid w:val="00FD14BF"/>
    <w:rsid w:val="00FD4044"/>
    <w:rsid w:val="00FD4DF0"/>
    <w:rsid w:val="00FD5024"/>
    <w:rsid w:val="00FD67E0"/>
    <w:rsid w:val="00FE037D"/>
    <w:rsid w:val="00FE11A3"/>
    <w:rsid w:val="00FE1EA6"/>
    <w:rsid w:val="00FE2AF4"/>
    <w:rsid w:val="00FE2EC1"/>
    <w:rsid w:val="00FE377D"/>
    <w:rsid w:val="00FE4043"/>
    <w:rsid w:val="00FE4778"/>
    <w:rsid w:val="00FE57C1"/>
    <w:rsid w:val="00FE589E"/>
    <w:rsid w:val="00FE60BD"/>
    <w:rsid w:val="00FF01D5"/>
    <w:rsid w:val="00FF29F5"/>
    <w:rsid w:val="00FF2BD4"/>
    <w:rsid w:val="00FF3330"/>
    <w:rsid w:val="00FF3A52"/>
    <w:rsid w:val="00FF3D22"/>
    <w:rsid w:val="00FF4115"/>
    <w:rsid w:val="00FF41DF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4:docId w14:val="423D757B"/>
  <w15:chartTrackingRefBased/>
  <w15:docId w15:val="{C7CAA4BC-6186-46BD-BB16-CDF14F3E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52E70"/>
    <w:rPr>
      <w:rFonts w:ascii="Univers 55" w:hAnsi="Univers 55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Titolo3">
    <w:name w:val="heading 3"/>
    <w:basedOn w:val="Normale"/>
    <w:next w:val="Normale"/>
    <w:qFormat/>
    <w:rsid w:val="00AA69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6">
    <w:name w:val="heading 6"/>
    <w:basedOn w:val="Normale"/>
    <w:next w:val="Normale"/>
    <w:qFormat/>
    <w:rsid w:val="00070065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A691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9">
    <w:name w:val="heading 9"/>
    <w:basedOn w:val="Normale"/>
    <w:next w:val="Normale"/>
    <w:qFormat/>
    <w:rsid w:val="0038029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pPr>
      <w:tabs>
        <w:tab w:val="left" w:pos="6000"/>
      </w:tabs>
      <w:spacing w:line="280" w:lineRule="exact"/>
      <w:ind w:left="3700" w:hanging="1100"/>
      <w:jc w:val="both"/>
    </w:pPr>
  </w:style>
  <w:style w:type="paragraph" w:styleId="Corpodeltesto2">
    <w:name w:val="Body Text 2"/>
    <w:basedOn w:val="Normale"/>
    <w:pPr>
      <w:tabs>
        <w:tab w:val="left" w:pos="-1843"/>
      </w:tabs>
      <w:spacing w:after="120"/>
      <w:jc w:val="both"/>
    </w:pPr>
    <w:rPr>
      <w:rFonts w:ascii="Tahoma" w:hAnsi="Tahoma"/>
      <w:sz w:val="22"/>
    </w:rPr>
  </w:style>
  <w:style w:type="paragraph" w:styleId="Rientrocorpodeltesto">
    <w:name w:val="Body Text Indent"/>
    <w:basedOn w:val="Normale"/>
    <w:rsid w:val="00380292"/>
    <w:pPr>
      <w:spacing w:after="120"/>
      <w:ind w:left="283"/>
    </w:pPr>
  </w:style>
  <w:style w:type="character" w:styleId="Collegamentoipertestuale">
    <w:name w:val="Hyperlink"/>
    <w:rsid w:val="00380292"/>
    <w:rPr>
      <w:color w:val="0000FF"/>
      <w:u w:val="single"/>
    </w:rPr>
  </w:style>
  <w:style w:type="paragraph" w:styleId="Corpotesto">
    <w:name w:val="Body Text"/>
    <w:basedOn w:val="Normale"/>
    <w:rsid w:val="00380292"/>
    <w:pPr>
      <w:overflowPunct w:val="0"/>
      <w:autoSpaceDE w:val="0"/>
      <w:autoSpaceDN w:val="0"/>
      <w:adjustRightInd w:val="0"/>
      <w:spacing w:before="30" w:after="30"/>
      <w:ind w:firstLine="567"/>
      <w:jc w:val="both"/>
      <w:textAlignment w:val="baseline"/>
    </w:pPr>
    <w:rPr>
      <w:rFonts w:ascii="Arial" w:hAnsi="Arial"/>
      <w:sz w:val="24"/>
    </w:rPr>
  </w:style>
  <w:style w:type="paragraph" w:customStyle="1" w:styleId="Corpodeltesto">
    <w:name w:val="Corpo del testo"/>
    <w:basedOn w:val="Normale"/>
    <w:rsid w:val="00AA6917"/>
    <w:pPr>
      <w:spacing w:after="120"/>
    </w:pPr>
  </w:style>
  <w:style w:type="paragraph" w:styleId="Rientrocorpodeltesto3">
    <w:name w:val="Body Text Indent 3"/>
    <w:basedOn w:val="Normale"/>
    <w:rsid w:val="00AA6917"/>
    <w:pPr>
      <w:spacing w:after="120"/>
      <w:ind w:left="283"/>
    </w:pPr>
    <w:rPr>
      <w:sz w:val="16"/>
      <w:szCs w:val="16"/>
    </w:rPr>
  </w:style>
  <w:style w:type="paragraph" w:styleId="Testonormale">
    <w:name w:val="Plain Text"/>
    <w:basedOn w:val="Normale"/>
    <w:rsid w:val="00AA6917"/>
    <w:rPr>
      <w:rFonts w:ascii="Courier New" w:hAnsi="Courier New"/>
    </w:rPr>
  </w:style>
  <w:style w:type="paragraph" w:styleId="Titolo">
    <w:name w:val="Title"/>
    <w:basedOn w:val="Normale"/>
    <w:qFormat/>
    <w:rsid w:val="00AA6917"/>
    <w:pPr>
      <w:jc w:val="center"/>
    </w:pPr>
    <w:rPr>
      <w:rFonts w:ascii="Lucida Sans Unicode" w:hAnsi="Lucida Sans Unicode"/>
      <w:b/>
      <w:bCs/>
      <w:sz w:val="22"/>
    </w:rPr>
  </w:style>
  <w:style w:type="paragraph" w:customStyle="1" w:styleId="Testopredefinito">
    <w:name w:val="Testo predefinito"/>
    <w:basedOn w:val="Normale"/>
    <w:rsid w:val="00AA6917"/>
    <w:pPr>
      <w:overflowPunct w:val="0"/>
      <w:autoSpaceDE w:val="0"/>
      <w:autoSpaceDN w:val="0"/>
      <w:adjustRightInd w:val="0"/>
      <w:textAlignment w:val="baseline"/>
    </w:pPr>
    <w:rPr>
      <w:rFonts w:ascii="CG Times" w:hAnsi="CG Times"/>
      <w:sz w:val="24"/>
      <w:szCs w:val="24"/>
      <w:lang w:val="en-US"/>
    </w:rPr>
  </w:style>
  <w:style w:type="character" w:customStyle="1" w:styleId="stilemessaggiodipostaelettronica18">
    <w:name w:val="stilemessaggiodipostaelettronica18"/>
    <w:semiHidden/>
    <w:rsid w:val="00AA6917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A6917"/>
    <w:pPr>
      <w:spacing w:before="240" w:line="240" w:lineRule="exact"/>
      <w:jc w:val="both"/>
    </w:pPr>
    <w:rPr>
      <w:sz w:val="24"/>
    </w:rPr>
  </w:style>
  <w:style w:type="paragraph" w:styleId="Testofumetto">
    <w:name w:val="Balloon Text"/>
    <w:basedOn w:val="Normale"/>
    <w:semiHidden/>
    <w:rsid w:val="00626C18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rsid w:val="00542C9C"/>
    <w:pPr>
      <w:spacing w:after="120"/>
    </w:pPr>
    <w:rPr>
      <w:sz w:val="16"/>
      <w:szCs w:val="16"/>
    </w:rPr>
  </w:style>
  <w:style w:type="paragraph" w:customStyle="1" w:styleId="Char">
    <w:name w:val="Char"/>
    <w:basedOn w:val="Normale"/>
    <w:rsid w:val="0060730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arattereCarattereCarattereCarattere">
    <w:name w:val="Carattere Carattere Carattere Carattere"/>
    <w:basedOn w:val="Normale"/>
    <w:rsid w:val="000738EA"/>
    <w:pPr>
      <w:spacing w:after="160" w:line="240" w:lineRule="exact"/>
      <w:jc w:val="both"/>
    </w:pPr>
    <w:rPr>
      <w:rFonts w:ascii="Tahoma" w:hAnsi="Tahoma"/>
      <w:lang w:val="en-US" w:eastAsia="en-US"/>
    </w:rPr>
  </w:style>
  <w:style w:type="character" w:styleId="Enfasigrassetto">
    <w:name w:val="Strong"/>
    <w:qFormat/>
    <w:rsid w:val="000738EA"/>
    <w:rPr>
      <w:b/>
      <w:bCs/>
    </w:rPr>
  </w:style>
  <w:style w:type="paragraph" w:customStyle="1" w:styleId="aoSpecial">
    <w:name w:val="aoSpecial"/>
    <w:basedOn w:val="Normale"/>
    <w:rsid w:val="00C03B7B"/>
    <w:pPr>
      <w:spacing w:before="220" w:after="440"/>
      <w:jc w:val="both"/>
    </w:pPr>
    <w:rPr>
      <w:rFonts w:ascii="Times New Roman" w:hAnsi="Times New Roman"/>
      <w:b/>
      <w:caps/>
      <w:sz w:val="22"/>
      <w:lang w:val="pl-PL"/>
    </w:rPr>
  </w:style>
  <w:style w:type="character" w:styleId="Numeropagina">
    <w:name w:val="page number"/>
    <w:basedOn w:val="Carpredefinitoparagrafo"/>
    <w:rsid w:val="00D64CDE"/>
  </w:style>
  <w:style w:type="paragraph" w:customStyle="1" w:styleId="sche3">
    <w:name w:val="sche_3"/>
    <w:rsid w:val="0085035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table" w:styleId="Grigliatabella">
    <w:name w:val="Table Grid"/>
    <w:basedOn w:val="Tabellanormale"/>
    <w:rsid w:val="00A15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CB52F8"/>
    <w:pPr>
      <w:shd w:val="clear" w:color="auto" w:fill="000080"/>
    </w:pPr>
    <w:rPr>
      <w:rFonts w:ascii="Tahoma" w:hAnsi="Tahoma" w:cs="Tahoma"/>
    </w:rPr>
  </w:style>
  <w:style w:type="paragraph" w:styleId="Testonotaapidipagina">
    <w:name w:val="footnote text"/>
    <w:basedOn w:val="Normale"/>
    <w:link w:val="TestonotaapidipaginaCarattere"/>
    <w:semiHidden/>
    <w:rsid w:val="00BE51C9"/>
  </w:style>
  <w:style w:type="character" w:styleId="Rimandonotaapidipagina">
    <w:name w:val="footnote reference"/>
    <w:rsid w:val="00BE51C9"/>
    <w:rPr>
      <w:vertAlign w:val="superscript"/>
    </w:rPr>
  </w:style>
  <w:style w:type="paragraph" w:customStyle="1" w:styleId="Char0">
    <w:name w:val="Char"/>
    <w:basedOn w:val="Normale"/>
    <w:rsid w:val="001B2AEC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arattere">
    <w:name w:val="Carattere"/>
    <w:basedOn w:val="Normale"/>
    <w:rsid w:val="007D4BB2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Paragrafo">
    <w:name w:val="Paragrafo"/>
    <w:basedOn w:val="Normale"/>
    <w:rsid w:val="00EE1F5E"/>
    <w:pPr>
      <w:ind w:left="426"/>
      <w:jc w:val="both"/>
    </w:pPr>
    <w:rPr>
      <w:rFonts w:ascii="Times New Roman" w:hAnsi="Times New Roman"/>
      <w:sz w:val="24"/>
    </w:rPr>
  </w:style>
  <w:style w:type="paragraph" w:customStyle="1" w:styleId="Default">
    <w:name w:val="Default"/>
    <w:rsid w:val="00E1326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D56BB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CarattereCarattereCarattere0">
    <w:name w:val="Carattere Carattere Carattere Carattere"/>
    <w:basedOn w:val="Normale"/>
    <w:rsid w:val="0066298E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1">
    <w:name w:val="Carattere1"/>
    <w:basedOn w:val="Normale"/>
    <w:rsid w:val="00982DA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arattereCarattereCarattere1Carattere">
    <w:name w:val="Carattere Carattere Carattere1 Carattere"/>
    <w:basedOn w:val="Normale"/>
    <w:rsid w:val="00F77B4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par">
    <w:name w:val="par"/>
    <w:basedOn w:val="Sommario1"/>
    <w:rsid w:val="00CB5E87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CB5E87"/>
  </w:style>
  <w:style w:type="character" w:styleId="Rimandocommento">
    <w:name w:val="annotation reference"/>
    <w:uiPriority w:val="99"/>
    <w:rsid w:val="002B48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2B48E2"/>
  </w:style>
  <w:style w:type="paragraph" w:styleId="Soggettocommento">
    <w:name w:val="annotation subject"/>
    <w:basedOn w:val="Testocommento"/>
    <w:next w:val="Testocommento"/>
    <w:semiHidden/>
    <w:rsid w:val="002B48E2"/>
    <w:rPr>
      <w:b/>
      <w:bCs/>
    </w:rPr>
  </w:style>
  <w:style w:type="paragraph" w:styleId="NormaleWeb">
    <w:name w:val="Normal (Web)"/>
    <w:basedOn w:val="Normale"/>
    <w:rsid w:val="000E6F10"/>
    <w:rPr>
      <w:rFonts w:ascii="Times New Roman" w:hAnsi="Times New Roman"/>
      <w:sz w:val="24"/>
      <w:szCs w:val="24"/>
    </w:rPr>
  </w:style>
  <w:style w:type="character" w:styleId="Enfasicorsivo">
    <w:name w:val="Emphasis"/>
    <w:qFormat/>
    <w:rsid w:val="000E6F10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746419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Testodelblocco">
    <w:name w:val="Block Text"/>
    <w:basedOn w:val="Normale"/>
    <w:rsid w:val="00106CF6"/>
    <w:pPr>
      <w:widowControl w:val="0"/>
      <w:tabs>
        <w:tab w:val="center" w:pos="4808"/>
        <w:tab w:val="left" w:pos="8640"/>
      </w:tabs>
      <w:spacing w:after="120"/>
      <w:ind w:left="284" w:right="284"/>
      <w:jc w:val="center"/>
    </w:pPr>
    <w:rPr>
      <w:b/>
      <w:color w:val="000000"/>
      <w:sz w:val="40"/>
    </w:rPr>
  </w:style>
  <w:style w:type="paragraph" w:customStyle="1" w:styleId="Carattere2">
    <w:name w:val="Carattere2"/>
    <w:basedOn w:val="Normale"/>
    <w:rsid w:val="00106CF6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0D32C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4F740D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CharCharCarattereCarattereCharChar">
    <w:name w:val="Char Char Char Char Carattere Carattere Char Char"/>
    <w:basedOn w:val="Normale"/>
    <w:rsid w:val="00A0485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arattereCarattereCarattere">
    <w:name w:val="Carattere Carattere Carattere"/>
    <w:basedOn w:val="Normale"/>
    <w:rsid w:val="00F734FA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Revisione">
    <w:name w:val="Revision"/>
    <w:hidden/>
    <w:uiPriority w:val="99"/>
    <w:semiHidden/>
    <w:rsid w:val="00355814"/>
    <w:rPr>
      <w:rFonts w:ascii="Univers 55" w:hAnsi="Univers 55"/>
    </w:rPr>
  </w:style>
  <w:style w:type="paragraph" w:customStyle="1" w:styleId="1">
    <w:name w:val="1"/>
    <w:basedOn w:val="Normale"/>
    <w:rsid w:val="006427D5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001E9F"/>
    <w:rPr>
      <w:rFonts w:ascii="Univers 55" w:hAnsi="Univers 55"/>
      <w:lang w:val="it-IT" w:eastAsia="it-IT" w:bidi="ar-SA"/>
    </w:rPr>
  </w:style>
  <w:style w:type="paragraph" w:customStyle="1" w:styleId="sche30">
    <w:name w:val="sche3"/>
    <w:basedOn w:val="Normale"/>
    <w:rsid w:val="002B779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untoelenco4">
    <w:name w:val="List Bullet 4"/>
    <w:basedOn w:val="Normale"/>
    <w:autoRedefine/>
    <w:rsid w:val="00362C55"/>
    <w:pPr>
      <w:numPr>
        <w:numId w:val="2"/>
      </w:numPr>
      <w:tabs>
        <w:tab w:val="clear" w:pos="644"/>
      </w:tabs>
      <w:spacing w:line="560" w:lineRule="atLeast"/>
      <w:ind w:left="1134" w:hanging="567"/>
      <w:jc w:val="both"/>
    </w:pPr>
    <w:rPr>
      <w:rFonts w:ascii="Times New Roman" w:hAnsi="Times New Roman"/>
      <w:sz w:val="24"/>
    </w:rPr>
  </w:style>
  <w:style w:type="paragraph" w:styleId="Testonotadichiusura">
    <w:name w:val="endnote text"/>
    <w:basedOn w:val="Normale"/>
    <w:link w:val="TestonotadichiusuraCarattere"/>
    <w:rsid w:val="0073369E"/>
  </w:style>
  <w:style w:type="character" w:customStyle="1" w:styleId="TestonotadichiusuraCarattere">
    <w:name w:val="Testo nota di chiusura Carattere"/>
    <w:link w:val="Testonotadichiusura"/>
    <w:rsid w:val="0073369E"/>
    <w:rPr>
      <w:rFonts w:ascii="Univers 55" w:hAnsi="Univers 55"/>
    </w:rPr>
  </w:style>
  <w:style w:type="character" w:styleId="Rimandonotadichiusura">
    <w:name w:val="endnote reference"/>
    <w:rsid w:val="0073369E"/>
    <w:rPr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73369E"/>
    <w:rPr>
      <w:rFonts w:ascii="Univers 55" w:hAnsi="Univers 55"/>
    </w:rPr>
  </w:style>
  <w:style w:type="paragraph" w:customStyle="1" w:styleId="Rub3">
    <w:name w:val="Rub3"/>
    <w:basedOn w:val="Normale"/>
    <w:next w:val="Normale"/>
    <w:rsid w:val="006073EB"/>
    <w:pPr>
      <w:tabs>
        <w:tab w:val="left" w:pos="709"/>
      </w:tabs>
      <w:jc w:val="both"/>
    </w:pPr>
    <w:rPr>
      <w:rFonts w:ascii="Times New Roman" w:hAnsi="Times New Roman"/>
      <w:b/>
      <w:i/>
    </w:rPr>
  </w:style>
  <w:style w:type="paragraph" w:styleId="Paragrafoelenco">
    <w:name w:val="List Paragraph"/>
    <w:aliases w:val="Elenco quadrato"/>
    <w:basedOn w:val="Normale"/>
    <w:link w:val="ParagrafoelencoCarattere"/>
    <w:uiPriority w:val="99"/>
    <w:qFormat/>
    <w:rsid w:val="00636BEC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rsid w:val="00F06220"/>
    <w:rPr>
      <w:rFonts w:ascii="Univers 55" w:hAnsi="Univers 55"/>
    </w:rPr>
  </w:style>
  <w:style w:type="character" w:styleId="Menzionenonrisolta">
    <w:name w:val="Unresolved Mention"/>
    <w:uiPriority w:val="99"/>
    <w:semiHidden/>
    <w:unhideWhenUsed/>
    <w:rsid w:val="009C1E9A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Elenco quadrato Carattere"/>
    <w:link w:val="Paragrafoelenco"/>
    <w:uiPriority w:val="99"/>
    <w:locked/>
    <w:rsid w:val="00D505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seonline.it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eacquisti.fseonline.i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tratti@pec.fseonline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fagaa\dati%20applicazioni\microsoft\modelli\Lett.plu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1002009-5e29-4da1-b69c-85ba5cc3ba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3BE76E1287C74CAB658B9EF510F022" ma:contentTypeVersion="17" ma:contentTypeDescription="Create a new document." ma:contentTypeScope="" ma:versionID="927fc29046bcddb9eb2632c9799a08c2">
  <xsd:schema xmlns:xsd="http://www.w3.org/2001/XMLSchema" xmlns:xs="http://www.w3.org/2001/XMLSchema" xmlns:p="http://schemas.microsoft.com/office/2006/metadata/properties" xmlns:ns3="f1002009-5e29-4da1-b69c-85ba5cc3baa1" xmlns:ns4="611f7f10-497a-4dbf-8ff0-b6628d13199a" targetNamespace="http://schemas.microsoft.com/office/2006/metadata/properties" ma:root="true" ma:fieldsID="6e36a2b8d6d6229cd25a6f9e43abd143" ns3:_="" ns4:_="">
    <xsd:import namespace="f1002009-5e29-4da1-b69c-85ba5cc3baa1"/>
    <xsd:import namespace="611f7f10-497a-4dbf-8ff0-b6628d1319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Details" minOccurs="0"/>
                <xsd:element ref="ns4:SharedWithUser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02009-5e29-4da1-b69c-85ba5cc3ba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f7f10-497a-4dbf-8ff0-b6628d13199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D16E70-E517-404C-BB94-7E918A4359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004835-A351-4A0E-9781-6A9F88ADE000}">
  <ds:schemaRefs>
    <ds:schemaRef ds:uri="http://schemas.microsoft.com/office/2006/documentManagement/types"/>
    <ds:schemaRef ds:uri="http://purl.org/dc/elements/1.1/"/>
    <ds:schemaRef ds:uri="http://purl.org/dc/dcmitype/"/>
    <ds:schemaRef ds:uri="611f7f10-497a-4dbf-8ff0-b6628d13199a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f1002009-5e29-4da1-b69c-85ba5cc3baa1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30829CA-FDE6-41FE-89BD-CBB2F7D341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2176A5-63C5-43CB-AE46-225959845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02009-5e29-4da1-b69c-85ba5cc3baa1"/>
    <ds:schemaRef ds:uri="611f7f10-497a-4dbf-8ff0-b6628d131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Lett.plur</Template>
  <TotalTime>3</TotalTime>
  <Pages>2</Pages>
  <Words>390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fare qui</vt:lpstr>
    </vt:vector>
  </TitlesOfParts>
  <Company/>
  <LinksUpToDate>false</LinksUpToDate>
  <CharactersWithSpaces>3689</CharactersWithSpaces>
  <SharedDoc>false</SharedDoc>
  <HLinks>
    <vt:vector size="12" baseType="variant">
      <vt:variant>
        <vt:i4>65602</vt:i4>
      </vt:variant>
      <vt:variant>
        <vt:i4>339</vt:i4>
      </vt:variant>
      <vt:variant>
        <vt:i4>0</vt:i4>
      </vt:variant>
      <vt:variant>
        <vt:i4>5</vt:i4>
      </vt:variant>
      <vt:variant>
        <vt:lpwstr>https://portaleacquisti.fseonline.it/</vt:lpwstr>
      </vt:variant>
      <vt:variant>
        <vt:lpwstr/>
      </vt:variant>
      <vt:variant>
        <vt:i4>786452</vt:i4>
      </vt:variant>
      <vt:variant>
        <vt:i4>336</vt:i4>
      </vt:variant>
      <vt:variant>
        <vt:i4>0</vt:i4>
      </vt:variant>
      <vt:variant>
        <vt:i4>5</vt:i4>
      </vt:variant>
      <vt:variant>
        <vt:lpwstr>http://www.fseonline.it/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accesso agli atti</dc:title>
  <dc:subject/>
  <cp:keywords/>
  <cp:revision>7</cp:revision>
  <cp:lastPrinted>2016-08-31T10:52:00Z</cp:lastPrinted>
  <dcterms:created xsi:type="dcterms:W3CDTF">2025-07-21T13:07:00Z</dcterms:created>
  <dcterms:modified xsi:type="dcterms:W3CDTF">2025-07-21T13:16:00Z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44a90e-04f7-4d21-b494-cfe49b26ce55_Enabled">
    <vt:lpwstr>true</vt:lpwstr>
  </property>
  <property fmtid="{D5CDD505-2E9C-101B-9397-08002B2CF9AE}" pid="3" name="MSIP_Label_8a44a90e-04f7-4d21-b494-cfe49b26ce55_SetDate">
    <vt:lpwstr>2023-05-07T11:19:49Z</vt:lpwstr>
  </property>
  <property fmtid="{D5CDD505-2E9C-101B-9397-08002B2CF9AE}" pid="4" name="MSIP_Label_8a44a90e-04f7-4d21-b494-cfe49b26ce55_Method">
    <vt:lpwstr>Privileged</vt:lpwstr>
  </property>
  <property fmtid="{D5CDD505-2E9C-101B-9397-08002B2CF9AE}" pid="5" name="MSIP_Label_8a44a90e-04f7-4d21-b494-cfe49b26ce55_Name">
    <vt:lpwstr>Internal use without footer</vt:lpwstr>
  </property>
  <property fmtid="{D5CDD505-2E9C-101B-9397-08002B2CF9AE}" pid="6" name="MSIP_Label_8a44a90e-04f7-4d21-b494-cfe49b26ce55_SiteId">
    <vt:lpwstr>4c8a6547-459a-4b75-a3dc-f66efe3e9c4e</vt:lpwstr>
  </property>
  <property fmtid="{D5CDD505-2E9C-101B-9397-08002B2CF9AE}" pid="7" name="MSIP_Label_8a44a90e-04f7-4d21-b494-cfe49b26ce55_ActionId">
    <vt:lpwstr>f057f808-ef51-4802-8a35-a3b43d5759fd</vt:lpwstr>
  </property>
  <property fmtid="{D5CDD505-2E9C-101B-9397-08002B2CF9AE}" pid="8" name="MSIP_Label_8a44a90e-04f7-4d21-b494-cfe49b26ce55_ContentBits">
    <vt:lpwstr>0</vt:lpwstr>
  </property>
  <property fmtid="{D5CDD505-2E9C-101B-9397-08002B2CF9AE}" pid="9" name="Stato consenso">
    <vt:lpwstr/>
  </property>
  <property fmtid="{D5CDD505-2E9C-101B-9397-08002B2CF9AE}" pid="10" name="lcf76f155ced4ddcb4097134ff3c332f">
    <vt:lpwstr/>
  </property>
  <property fmtid="{D5CDD505-2E9C-101B-9397-08002B2CF9AE}" pid="11" name="TaxCatchAll">
    <vt:lpwstr/>
  </property>
  <property fmtid="{D5CDD505-2E9C-101B-9397-08002B2CF9AE}" pid="12" name="ContentTypeId">
    <vt:lpwstr>0x010100F93BE76E1287C74CAB658B9EF510F022</vt:lpwstr>
  </property>
</Properties>
</file>